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2AD" w:rsidRDefault="00DC2F80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976755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976755"/>
                          <a:chOff x="0" y="0"/>
                          <a:chExt cx="7772400" cy="1976754"/>
                        </a:xfrm>
                      </wpg:grpSpPr>
                      <wps:wsp>
                        <wps:cNvPr id="1073741832" name="Shape 1073741832"/>
                        <wps:cNvSpPr/>
                        <wps:spPr>
                          <a:xfrm>
                            <a:off x="0" y="0"/>
                            <a:ext cx="7772400" cy="1976120"/>
                          </a:xfrm>
                          <a:prstGeom prst="rect">
                            <a:avLst/>
                          </a:prstGeom>
                          <a:solidFill>
                            <a:srgbClr val="00B5AE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3" name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3864" y="200024"/>
                            <a:ext cx="3686176" cy="113284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4" name="Shape 1073741834"/>
                        <wps:cNvSpPr txBox="1"/>
                        <wps:spPr>
                          <a:xfrm>
                            <a:off x="0" y="0"/>
                            <a:ext cx="7772400" cy="197675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1C02AD" w:rsidRDefault="001C02AD">
                              <w:pPr>
                                <w:pStyle w:val="Body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sz w:val="42"/>
                                  <w:szCs w:val="42"/>
                                </w:rPr>
                              </w:pPr>
                            </w:p>
                            <w:p w:rsidR="001C02AD" w:rsidRDefault="001C02AD">
                              <w:pPr>
                                <w:pStyle w:val="Body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sz w:val="42"/>
                                  <w:szCs w:val="42"/>
                                </w:rPr>
                              </w:pPr>
                            </w:p>
                            <w:p w:rsidR="001C02AD" w:rsidRDefault="001C02AD">
                              <w:pPr>
                                <w:pStyle w:val="Body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sz w:val="42"/>
                                  <w:szCs w:val="42"/>
                                </w:rPr>
                              </w:pPr>
                            </w:p>
                            <w:p w:rsidR="001C02AD" w:rsidRDefault="001C02AD">
                              <w:pPr>
                                <w:pStyle w:val="Body"/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sz w:val="58"/>
                                  <w:szCs w:val="58"/>
                                </w:rPr>
                              </w:pPr>
                            </w:p>
                            <w:p w:rsidR="001C02AD" w:rsidRDefault="00DC2F80">
                              <w:pPr>
                                <w:pStyle w:val="Body"/>
                                <w:ind w:left="842"/>
                              </w:pP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494948"/>
                                  <w:sz w:val="42"/>
                                  <w:szCs w:val="42"/>
                                  <w:u w:color="494948"/>
                                  <w:lang w:val="de-DE"/>
                                </w:rPr>
                                <w:t>FORMULIER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494948"/>
                                  <w:spacing w:val="-53"/>
                                  <w:sz w:val="42"/>
                                  <w:szCs w:val="42"/>
                                  <w:u w:color="494948"/>
                                </w:rPr>
                                <w:t xml:space="preserve"> 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494948"/>
                                  <w:sz w:val="42"/>
                                  <w:szCs w:val="42"/>
                                  <w:u w:color="494948"/>
                                  <w:lang w:val="de-DE"/>
                                </w:rPr>
                                <w:t>KWALITEITSJAARVERSLAG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bCs/>
                                  <w:color w:val="494948"/>
                                  <w:spacing w:val="-53"/>
                                  <w:sz w:val="42"/>
                                  <w:szCs w:val="42"/>
                                  <w:u w:color="494948"/>
                                </w:rPr>
                                <w:t xml:space="preserve"> </w:t>
                              </w:r>
                              <w:r w:rsidR="00297EAD">
                                <w:rPr>
                                  <w:rFonts w:ascii="Verdana" w:hAnsi="Verdana"/>
                                  <w:b/>
                                  <w:bCs/>
                                  <w:color w:val="494948"/>
                                  <w:sz w:val="42"/>
                                  <w:szCs w:val="42"/>
                                  <w:u w:color="494948"/>
                                </w:rPr>
                                <w:t>2018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officeArt object" o:spid="_x0000_s1026" style="position:absolute;margin-left:0;margin-top:0;width:612pt;height:155.65pt;z-index:251659264;mso-wrap-distance-left:0;mso-wrap-distance-right:0;mso-position-horizontal-relative:page;mso-position-vertical-relative:page" coordsize="77724,197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">
                <v:rect id="Shape 1073741832" o:spid="_x0000_s1027" style="position:absolute;width:77724;height:197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gOucoA&#10;AADjAAAADwAAAGRycy9kb3ducmV2LnhtbESPzW7CMBCE75X6DtZW4lbsQClRikGoUlCvoZV63cab&#10;nzZep7GBwNNjpEo97s7Mt7OrzWg7caTBt441JFMFgrh0puVaw8d7/piC8AHZYOeYNJzJw2Z9f7fC&#10;zLgTF3Tch1pECPsMNTQh9JmUvmzIop+6njhqlRsshjgOtTQDniLcdnKm1LO02HK80GBPrw2VP/uD&#10;jZRtlX7+UqHCV/GdX/Jd1S0SqfXkYdy+gAg0hn/zX/rNxPpqOV8+Jel8Bref4gLk+go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Hn4DrnKAAAA4wAAAA8AAAAAAAAAAAAAAAAAmAIA&#10;AGRycy9kb3ducmV2LnhtbFBLBQYAAAAABAAEAPUAAACPAwAAAAA=&#10;" fillcolor="#00b5ae" stroked="f" strokeweight="1pt">
                  <v:stroke miterlimit="4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.png" o:spid="_x0000_s1028" type="#_x0000_t75" style="position:absolute;left:4438;top:2000;width:36862;height:11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zZSfIAAAA4wAAAA8AAABkcnMvZG93bnJldi54bWxET19rwjAQfxf2HcINfBma1pZVO6MM2cYY&#10;FKz6AY7mbIvNpTSZdt9+GQx8vN//W29H04krDa61rCCeRyCIK6tbrhWcju+zJQjnkTV2lknBDznY&#10;bh4ma8y1vXFJ14OvRQhhl6OCxvs+l9JVDRl0c9sTB+5sB4M+nEMt9YC3EG46uYiiZ2mw5dDQYE+7&#10;hqrL4dso+LrEvuB0tS+LlJ8cZou3svhQavo4vr6A8DT6u/jf/anD/ChLsjReJgn8/RQAkJt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v82UnyAAAAOMAAAAPAAAAAAAAAAAA&#10;AAAAAJ8CAABkcnMvZG93bnJldi54bWxQSwUGAAAAAAQABAD3AAAAlAMAAAAA&#10;" strokeweight="1pt">
                  <v:stroke miterlimit="4"/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073741834" o:spid="_x0000_s1029" type="#_x0000_t202" style="position:absolute;width:77724;height:197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7s98cA&#10;AADjAAAADwAAAGRycy9kb3ducmV2LnhtbERPS2vCQBC+F/wPywje6sZHVdJsRFoEsaUQ7aHHITtN&#10;gtnZkF2T+O9dodDjfO9JtoOpRUetqywrmE0jEMS51RUXCr7P++cNCOeRNdaWScGNHGzT0VOCsbY9&#10;Z9SdfCFCCLsYFZTeN7GULi/JoJvahjhwv7Y16MPZFlK32IdwU8t5FK2kwYpDQ4kNvZWUX05Xo+CY&#10;4ecHZi9zWxmnfw7y6/ZuSanJeNi9gvA0+H/xn/ugw/xovVgvZ5vFEh4/BQBk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O7PfHAAAA4wAAAA8AAAAAAAAAAAAAAAAAmAIAAGRy&#10;cy9kb3ducmV2LnhtbFBLBQYAAAAABAAEAPUAAACMAwAAAAA=&#10;" filled="f" stroked="f" strokeweight="1pt">
                  <v:stroke miterlimit="4"/>
                  <v:textbox inset="0,0,0,0">
                    <w:txbxContent>
                      <w:p w:rsidR="001C02AD" w:rsidRDefault="001C02AD">
                        <w:pPr>
                          <w:pStyle w:val="Body"/>
                          <w:rPr>
                            <w:rFonts w:ascii="Verdana" w:eastAsia="Verdana" w:hAnsi="Verdana" w:cs="Verdana"/>
                            <w:b/>
                            <w:bCs/>
                            <w:sz w:val="42"/>
                            <w:szCs w:val="42"/>
                          </w:rPr>
                        </w:pPr>
                      </w:p>
                      <w:p w:rsidR="001C02AD" w:rsidRDefault="001C02AD">
                        <w:pPr>
                          <w:pStyle w:val="Body"/>
                          <w:rPr>
                            <w:rFonts w:ascii="Verdana" w:eastAsia="Verdana" w:hAnsi="Verdana" w:cs="Verdana"/>
                            <w:b/>
                            <w:bCs/>
                            <w:sz w:val="42"/>
                            <w:szCs w:val="42"/>
                          </w:rPr>
                        </w:pPr>
                      </w:p>
                      <w:p w:rsidR="001C02AD" w:rsidRDefault="001C02AD">
                        <w:pPr>
                          <w:pStyle w:val="Body"/>
                          <w:rPr>
                            <w:rFonts w:ascii="Verdana" w:eastAsia="Verdana" w:hAnsi="Verdana" w:cs="Verdana"/>
                            <w:b/>
                            <w:bCs/>
                            <w:sz w:val="42"/>
                            <w:szCs w:val="42"/>
                          </w:rPr>
                        </w:pPr>
                      </w:p>
                      <w:p w:rsidR="001C02AD" w:rsidRDefault="001C02AD">
                        <w:pPr>
                          <w:pStyle w:val="Body"/>
                          <w:rPr>
                            <w:rFonts w:ascii="Verdana" w:eastAsia="Verdana" w:hAnsi="Verdana" w:cs="Verdana"/>
                            <w:b/>
                            <w:bCs/>
                            <w:sz w:val="58"/>
                            <w:szCs w:val="58"/>
                          </w:rPr>
                        </w:pPr>
                      </w:p>
                      <w:p w:rsidR="001C02AD" w:rsidRDefault="00DC2F80">
                        <w:pPr>
                          <w:pStyle w:val="Body"/>
                          <w:ind w:left="842"/>
                        </w:pPr>
                        <w:r>
                          <w:rPr>
                            <w:rFonts w:ascii="Verdana" w:hAnsi="Verdana"/>
                            <w:b/>
                            <w:bCs/>
                            <w:color w:val="494948"/>
                            <w:sz w:val="42"/>
                            <w:szCs w:val="42"/>
                            <w:u w:color="494948"/>
                            <w:lang w:val="de-DE"/>
                          </w:rPr>
                          <w:t>FORMULIER</w:t>
                        </w:r>
                        <w:r>
                          <w:rPr>
                            <w:rFonts w:ascii="Verdana" w:hAnsi="Verdana"/>
                            <w:b/>
                            <w:bCs/>
                            <w:color w:val="494948"/>
                            <w:spacing w:val="-53"/>
                            <w:sz w:val="42"/>
                            <w:szCs w:val="42"/>
                            <w:u w:color="494948"/>
                          </w:rPr>
                          <w:t xml:space="preserve"> </w:t>
                        </w:r>
                        <w:r>
                          <w:rPr>
                            <w:rFonts w:ascii="Verdana" w:hAnsi="Verdana"/>
                            <w:b/>
                            <w:bCs/>
                            <w:color w:val="494948"/>
                            <w:sz w:val="42"/>
                            <w:szCs w:val="42"/>
                            <w:u w:color="494948"/>
                            <w:lang w:val="de-DE"/>
                          </w:rPr>
                          <w:t>KWALITEITSJAARVERSLAG</w:t>
                        </w:r>
                        <w:r>
                          <w:rPr>
                            <w:rFonts w:ascii="Verdana" w:hAnsi="Verdana"/>
                            <w:b/>
                            <w:bCs/>
                            <w:color w:val="494948"/>
                            <w:spacing w:val="-53"/>
                            <w:sz w:val="42"/>
                            <w:szCs w:val="42"/>
                            <w:u w:color="494948"/>
                          </w:rPr>
                          <w:t xml:space="preserve"> </w:t>
                        </w:r>
                        <w:r w:rsidR="00297EAD">
                          <w:rPr>
                            <w:rFonts w:ascii="Verdana" w:hAnsi="Verdana"/>
                            <w:b/>
                            <w:bCs/>
                            <w:color w:val="494948"/>
                            <w:sz w:val="42"/>
                            <w:szCs w:val="42"/>
                            <w:u w:color="494948"/>
                          </w:rPr>
                          <w:t>2018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rPr>
          <w:rFonts w:ascii="Times New Roman" w:eastAsia="Times New Roman" w:hAnsi="Times New Roman" w:cs="Times New Roman"/>
          <w:sz w:val="20"/>
          <w:szCs w:val="20"/>
        </w:rPr>
      </w:pPr>
    </w:p>
    <w:p w:rsidR="001C02AD" w:rsidRDefault="001C02AD">
      <w:pPr>
        <w:pStyle w:val="Body"/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:rsidR="001C02AD" w:rsidRDefault="00DC2F80">
      <w:pPr>
        <w:pStyle w:val="Heading"/>
        <w:numPr>
          <w:ilvl w:val="0"/>
          <w:numId w:val="2"/>
        </w:numPr>
        <w:spacing w:before="37"/>
        <w:jc w:val="both"/>
        <w:rPr>
          <w:b w:val="0"/>
          <w:bCs w:val="0"/>
        </w:rPr>
      </w:pPr>
      <w:r>
        <w:t>ORGANISATIEPROFIEL</w:t>
      </w:r>
    </w:p>
    <w:p w:rsidR="001C02AD" w:rsidRDefault="001C02AD">
      <w:pPr>
        <w:pStyle w:val="Body"/>
        <w:spacing w:before="12"/>
        <w:rPr>
          <w:rFonts w:ascii="Verdana" w:eastAsia="Verdana" w:hAnsi="Verdana" w:cs="Verdana"/>
          <w:b/>
          <w:bCs/>
          <w:sz w:val="25"/>
          <w:szCs w:val="25"/>
        </w:rPr>
      </w:pPr>
    </w:p>
    <w:p w:rsidR="001C02AD" w:rsidRDefault="00DC2F80">
      <w:pPr>
        <w:pStyle w:val="BodyText"/>
        <w:spacing w:line="241" w:lineRule="auto"/>
        <w:ind w:left="699" w:right="706" w:hanging="1"/>
        <w:jc w:val="both"/>
        <w:rPr>
          <w:lang w:val="nl-NL"/>
        </w:rPr>
      </w:pPr>
      <w:r>
        <w:rPr>
          <w:color w:val="333333"/>
          <w:u w:color="333333"/>
          <w:lang w:val="nl-NL"/>
        </w:rPr>
        <w:t>In het organisatieprofiel beschrijft u de eigen organisatie en de populatie waarvoor u zorg levert. Deze tekst is zorgaanbieder-specifiek en in de loop van de jaren verandert weinig.</w:t>
      </w:r>
    </w:p>
    <w:p w:rsidR="001C02AD" w:rsidRDefault="001C02AD">
      <w:pPr>
        <w:pStyle w:val="Body"/>
        <w:spacing w:before="2"/>
        <w:rPr>
          <w:rFonts w:ascii="Verdana" w:eastAsia="Verdana" w:hAnsi="Verdana" w:cs="Verdana"/>
          <w:sz w:val="27"/>
          <w:szCs w:val="27"/>
          <w:lang w:val="nl-NL"/>
        </w:rPr>
      </w:pPr>
    </w:p>
    <w:p w:rsidR="001C02AD" w:rsidRDefault="00DC2F80">
      <w:pPr>
        <w:pStyle w:val="Body"/>
        <w:spacing w:line="30" w:lineRule="atLeast"/>
        <w:ind w:left="681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noProof/>
          <w:sz w:val="3"/>
          <w:szCs w:val="3"/>
          <w:lang w:val="en-US"/>
        </w:rPr>
        <mc:AlternateContent>
          <mc:Choice Requires="wps">
            <w:drawing>
              <wp:inline distT="0" distB="0" distL="0" distR="0">
                <wp:extent cx="6884670" cy="0"/>
                <wp:effectExtent l="0" t="0" r="0" b="0"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4670" cy="0"/>
                        </a:xfrm>
                        <a:prstGeom prst="line">
                          <a:avLst/>
                        </a:prstGeom>
                        <a:noFill/>
                        <a:ln w="22200" cap="flat">
                          <a:solidFill>
                            <a:srgbClr val="2C374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_x0000_s1030" style="visibility:visible;width:542.1pt;height:0.0pt;">
                <v:fill on="f"/>
                <v:stroke filltype="solid" color="#2C3740" opacity="100.0%" weight="1.7pt" dashstyle="solid" endcap="flat" joinstyle="round" linestyle="single" startarrow="none" startarrowwidth="medium" startarrowlength="medium" endarrow="none" endarrowwidth="medium" endarrowlength="medium"/>
              </v:line>
            </w:pict>
          </mc:Fallback>
        </mc:AlternateConten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sz w:val="17"/>
          <w:szCs w:val="17"/>
        </w:rPr>
      </w:pPr>
    </w:p>
    <w:p w:rsidR="001C02AD" w:rsidRDefault="00DC2F80">
      <w:pPr>
        <w:pStyle w:val="Heading2"/>
        <w:numPr>
          <w:ilvl w:val="1"/>
          <w:numId w:val="2"/>
        </w:numPr>
        <w:spacing w:before="61"/>
        <w:rPr>
          <w:b w:val="0"/>
          <w:bCs w:val="0"/>
        </w:rPr>
      </w:pPr>
      <w:r>
        <w:rPr>
          <w:b w:val="0"/>
          <w:bCs w:val="0"/>
        </w:rPr>
        <w:t xml:space="preserve"> </w:t>
      </w:r>
      <w:r>
        <w:rPr>
          <w:color w:val="333333"/>
          <w:u w:color="333333"/>
          <w:lang w:val="nl-NL"/>
        </w:rPr>
        <w:t>Historie van de organisatie (o.a. met visie en missie)</w:t>
      </w:r>
    </w:p>
    <w:p w:rsidR="001C02AD" w:rsidRDefault="001C02AD">
      <w:pPr>
        <w:pStyle w:val="Body"/>
        <w:spacing w:before="12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699"/>
        <w:sectPr w:rsidR="001C02AD">
          <w:headerReference w:type="default" r:id="rId10"/>
          <w:footerReference w:type="default" r:id="rId11"/>
          <w:pgSz w:w="12240" w:h="15840"/>
          <w:pgMar w:top="0" w:right="0" w:bottom="280" w:left="0" w:header="720" w:footer="717" w:gutter="0"/>
          <w:cols w:space="720"/>
        </w:sect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441959</wp:posOffset>
                </wp:positionH>
                <wp:positionV relativeFrom="line">
                  <wp:posOffset>15240</wp:posOffset>
                </wp:positionV>
                <wp:extent cx="6895466" cy="4812030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5466" cy="481203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1" style="visibility:visible;position:absolute;margin-left:34.8pt;margin-top:1.2pt;width:543.0pt;height:378.9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DC2F80">
      <w:pPr>
        <w:pStyle w:val="Body"/>
        <w:numPr>
          <w:ilvl w:val="1"/>
          <w:numId w:val="3"/>
        </w:numPr>
        <w:spacing w:before="37"/>
        <w:rPr>
          <w:rFonts w:ascii="Verdana" w:eastAsia="Verdana" w:hAnsi="Verdana" w:cs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lastRenderedPageBreak/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Profiel</w:t>
      </w:r>
      <w:r>
        <w:rPr>
          <w:rFonts w:ascii="Verdana" w:hAnsi="Verdana"/>
          <w:b/>
          <w:bCs/>
          <w:color w:val="333333"/>
          <w:spacing w:val="22"/>
          <w:sz w:val="24"/>
          <w:szCs w:val="24"/>
          <w:u w:color="333333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van</w:t>
      </w:r>
      <w:r>
        <w:rPr>
          <w:rFonts w:ascii="Verdana" w:hAnsi="Verdana"/>
          <w:b/>
          <w:bCs/>
          <w:color w:val="333333"/>
          <w:spacing w:val="22"/>
          <w:sz w:val="24"/>
          <w:szCs w:val="24"/>
          <w:u w:color="333333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</w:rPr>
        <w:t>de</w:t>
      </w:r>
      <w:r>
        <w:rPr>
          <w:rFonts w:ascii="Verdana" w:hAnsi="Verdana"/>
          <w:b/>
          <w:bCs/>
          <w:color w:val="333333"/>
          <w:spacing w:val="23"/>
          <w:sz w:val="24"/>
          <w:szCs w:val="24"/>
          <w:u w:color="333333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organisatie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24"/>
          <w:szCs w:val="24"/>
        </w:rPr>
      </w:pPr>
    </w:p>
    <w:p w:rsidR="001C02AD" w:rsidRDefault="00DC2F80">
      <w:pPr>
        <w:pStyle w:val="BodyText"/>
        <w:spacing w:line="241" w:lineRule="auto"/>
        <w:ind w:right="881"/>
        <w:rPr>
          <w:lang w:val="nl-NL"/>
        </w:rPr>
      </w:pPr>
      <w:r>
        <w:rPr>
          <w:lang w:val="nl-NL"/>
        </w:rPr>
        <w:t>Beschrijf hier de omvang organisatie, de organisatorische structuur (bijv. organogram), het verzorgingsgebied en de globale achtergrond van uw cliënten.</w:t>
      </w:r>
    </w:p>
    <w:p w:rsidR="001C02AD" w:rsidRDefault="00DC2F80">
      <w:pPr>
        <w:pStyle w:val="BodyText"/>
        <w:spacing w:line="241" w:lineRule="auto"/>
        <w:ind w:right="881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line">
                  <wp:posOffset>161925</wp:posOffset>
                </wp:positionV>
                <wp:extent cx="6801485" cy="7679056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01485" cy="7679056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2" style="visibility:visible;position:absolute;margin-left:5.0pt;margin-top:12.8pt;width:535.5pt;height:604.7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sectPr w:rsidR="001C02AD">
          <w:pgSz w:w="12240" w:h="15840"/>
          <w:pgMar w:top="720" w:right="580" w:bottom="280" w:left="580" w:header="720" w:footer="717" w:gutter="0"/>
          <w:cols w:space="720"/>
        </w:sectPr>
      </w:pPr>
    </w:p>
    <w:p w:rsidR="001C02AD" w:rsidRDefault="00DC2F80">
      <w:pPr>
        <w:pStyle w:val="Heading2"/>
        <w:numPr>
          <w:ilvl w:val="1"/>
          <w:numId w:val="4"/>
        </w:numPr>
        <w:spacing w:before="37"/>
        <w:rPr>
          <w:b w:val="0"/>
          <w:bCs w:val="0"/>
        </w:rPr>
      </w:pPr>
      <w:r>
        <w:rPr>
          <w:b w:val="0"/>
          <w:bCs w:val="0"/>
        </w:rPr>
        <w:lastRenderedPageBreak/>
        <w:t xml:space="preserve"> </w:t>
      </w:r>
      <w:r>
        <w:rPr>
          <w:color w:val="333333"/>
          <w:u w:color="333333"/>
          <w:lang w:val="nl-NL"/>
        </w:rPr>
        <w:t>Overzicht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>van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>commissies/werkgroepen</w:t>
      </w:r>
    </w:p>
    <w:p w:rsidR="001C02AD" w:rsidRDefault="001C02AD">
      <w:pPr>
        <w:pStyle w:val="Body"/>
        <w:spacing w:before="12"/>
        <w:rPr>
          <w:rFonts w:ascii="Verdana" w:eastAsia="Verdana" w:hAnsi="Verdana" w:cs="Verdana"/>
          <w:b/>
          <w:bCs/>
          <w:sz w:val="12"/>
          <w:szCs w:val="12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line">
                  <wp:posOffset>36830</wp:posOffset>
                </wp:positionV>
                <wp:extent cx="6727191" cy="2900680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7191" cy="290068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3" style="visibility:visible;position:absolute;margin-left:7.7pt;margin-top:2.9pt;width:529.7pt;height:228.4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</w:p>
    <w:p w:rsidR="001C02AD" w:rsidRDefault="00DC2F80">
      <w:pPr>
        <w:pStyle w:val="Body"/>
        <w:numPr>
          <w:ilvl w:val="1"/>
          <w:numId w:val="3"/>
        </w:numPr>
        <w:spacing w:before="197"/>
        <w:rPr>
          <w:rFonts w:ascii="Verdana" w:eastAsia="Verdana" w:hAnsi="Verdana" w:cs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Locatie</w:t>
      </w:r>
      <w:r>
        <w:rPr>
          <w:rFonts w:ascii="Verdana" w:hAnsi="Verdana"/>
          <w:b/>
          <w:bCs/>
          <w:color w:val="333333"/>
          <w:spacing w:val="23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en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bereikbaarheid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(b.v.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telefoon,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website</w:t>
      </w:r>
      <w:r>
        <w:rPr>
          <w:rFonts w:ascii="Verdana" w:hAnsi="Verdana"/>
          <w:b/>
          <w:bCs/>
          <w:color w:val="333333"/>
          <w:spacing w:val="23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etc.)</w:t>
      </w:r>
    </w:p>
    <w:p w:rsidR="001C02AD" w:rsidRDefault="001C02AD">
      <w:pPr>
        <w:pStyle w:val="Body"/>
        <w:spacing w:before="12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line">
                  <wp:posOffset>62230</wp:posOffset>
                </wp:positionV>
                <wp:extent cx="6736716" cy="1716405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36716" cy="171640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4" style="visibility:visible;position:absolute;margin-left:7.7pt;margin-top:4.9pt;width:530.5pt;height:135.1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Body"/>
        <w:numPr>
          <w:ilvl w:val="1"/>
          <w:numId w:val="3"/>
        </w:numPr>
        <w:spacing w:before="197"/>
        <w:rPr>
          <w:rFonts w:ascii="Verdana" w:eastAsia="Verdana" w:hAnsi="Verdana" w:cs="Verdana"/>
          <w:b/>
          <w:bCs/>
          <w:color w:val="333333"/>
          <w:sz w:val="24"/>
          <w:szCs w:val="24"/>
          <w:u w:color="333333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Beschikbaarheid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24"/>
          <w:szCs w:val="24"/>
        </w:rPr>
      </w:pPr>
    </w:p>
    <w:p w:rsidR="001C02AD" w:rsidRDefault="00DC2F80">
      <w:pPr>
        <w:pStyle w:val="BodyText"/>
        <w:rPr>
          <w:lang w:val="nl-NL"/>
        </w:rPr>
      </w:pPr>
      <w:r>
        <w:rPr>
          <w:lang w:val="nl-NL"/>
        </w:rPr>
        <w:t>Beschrijf hoeveel dagdelen u per week open bent voor patiëntencontact.</w:t>
      </w:r>
    </w:p>
    <w:p w:rsidR="001C02AD" w:rsidRDefault="001C02AD">
      <w:pPr>
        <w:pStyle w:val="Body"/>
        <w:spacing w:before="12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line">
                  <wp:posOffset>40640</wp:posOffset>
                </wp:positionV>
                <wp:extent cx="6720841" cy="2059305"/>
                <wp:effectExtent l="0" t="0" r="10160" b="10795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0841" cy="205930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931A3D" w:rsidRPr="00931A3D" w:rsidRDefault="00931A3D" w:rsidP="00931A3D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0" style="position:absolute;left:0;text-align:left;margin-left:7.65pt;margin-top:3.2pt;width:529.2pt;height:162.1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" filled="f">
                <v:stroke joinstyle="round"/>
                <v:textbox>
                  <w:txbxContent>
                    <w:p w:rsidR="00931A3D" w:rsidRPr="00931A3D" w:rsidRDefault="00931A3D" w:rsidP="00931A3D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tabs>
          <w:tab w:val="left" w:pos="6279"/>
        </w:tabs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1C02AD" w:rsidRDefault="001C02AD">
      <w:pPr>
        <w:pStyle w:val="Body"/>
        <w:tabs>
          <w:tab w:val="left" w:pos="6279"/>
        </w:tabs>
      </w:pPr>
    </w:p>
    <w:p w:rsidR="00931A3D" w:rsidRDefault="00931A3D">
      <w:pPr>
        <w:pStyle w:val="Body"/>
        <w:tabs>
          <w:tab w:val="left" w:pos="6279"/>
        </w:tabs>
      </w:pPr>
    </w:p>
    <w:p w:rsidR="001C02AD" w:rsidRDefault="00DC2F80">
      <w:pPr>
        <w:pStyle w:val="Body"/>
        <w:tabs>
          <w:tab w:val="left" w:pos="6279"/>
        </w:tabs>
      </w:pPr>
      <w:r>
        <w:rPr>
          <w:lang w:val="en-US"/>
        </w:rPr>
        <w:lastRenderedPageBreak/>
        <w:t xml:space="preserve">  </w:t>
      </w:r>
      <w:r>
        <w:rPr>
          <w:rFonts w:ascii="Verdana" w:hAnsi="Verdana"/>
          <w:b/>
          <w:bCs/>
          <w:sz w:val="24"/>
          <w:szCs w:val="24"/>
          <w:lang w:val="en-US"/>
        </w:rPr>
        <w:t xml:space="preserve"> 1.6.</w:t>
      </w:r>
      <w:r>
        <w:rPr>
          <w:lang w:val="en-US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Gebouwindeling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24"/>
          <w:szCs w:val="24"/>
        </w:rPr>
      </w:pPr>
    </w:p>
    <w:p w:rsidR="001C02AD" w:rsidRDefault="00DC2F80">
      <w:pPr>
        <w:pStyle w:val="BodyText"/>
        <w:spacing w:line="241" w:lineRule="auto"/>
        <w:ind w:right="1986" w:hanging="1"/>
        <w:rPr>
          <w:lang w:val="nl-NL"/>
        </w:rPr>
      </w:pPr>
      <w:r>
        <w:rPr>
          <w:color w:val="333333"/>
          <w:u w:color="333333"/>
          <w:lang w:val="nl-NL"/>
        </w:rPr>
        <w:t>Beschrijf hier het aantal ruimtes, de staat van het pand en de verwachte investeringen.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81914</wp:posOffset>
                </wp:positionH>
                <wp:positionV relativeFrom="line">
                  <wp:posOffset>3175</wp:posOffset>
                </wp:positionV>
                <wp:extent cx="6688456" cy="2719705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8456" cy="271970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6" style="visibility:visible;position:absolute;margin-left:6.4pt;margin-top:0.2pt;width:526.7pt;height:214.1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Heading2"/>
        <w:tabs>
          <w:tab w:val="left" w:pos="640"/>
        </w:tabs>
        <w:ind w:left="360" w:firstLine="0"/>
        <w:rPr>
          <w:b w:val="0"/>
          <w:bCs w:val="0"/>
        </w:rPr>
      </w:pPr>
    </w:p>
    <w:p w:rsidR="00931A3D" w:rsidRDefault="00DC2F80">
      <w:pPr>
        <w:pStyle w:val="Heading2"/>
        <w:tabs>
          <w:tab w:val="left" w:pos="640"/>
        </w:tabs>
        <w:ind w:left="0" w:firstLine="0"/>
        <w:rPr>
          <w:b w:val="0"/>
          <w:bCs w:val="0"/>
        </w:rPr>
      </w:pPr>
      <w:r>
        <w:rPr>
          <w:b w:val="0"/>
          <w:bCs w:val="0"/>
        </w:rPr>
        <w:t xml:space="preserve">  </w:t>
      </w:r>
    </w:p>
    <w:p w:rsidR="001C02AD" w:rsidRDefault="00DC2F80">
      <w:pPr>
        <w:pStyle w:val="Heading2"/>
        <w:tabs>
          <w:tab w:val="left" w:pos="640"/>
        </w:tabs>
        <w:ind w:left="0" w:firstLine="0"/>
        <w:rPr>
          <w:b w:val="0"/>
          <w:bCs w:val="0"/>
        </w:rPr>
      </w:pPr>
      <w:r>
        <w:t>1.7.</w:t>
      </w:r>
      <w:r>
        <w:rPr>
          <w:b w:val="0"/>
          <w:bCs w:val="0"/>
        </w:rPr>
        <w:t xml:space="preserve"> </w:t>
      </w:r>
      <w:r>
        <w:rPr>
          <w:color w:val="333333"/>
          <w:u w:color="333333"/>
          <w:lang w:val="nl-NL"/>
        </w:rPr>
        <w:t>Gehanteerde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>registraties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24"/>
          <w:szCs w:val="24"/>
        </w:rPr>
      </w:pPr>
    </w:p>
    <w:p w:rsidR="001C02AD" w:rsidRDefault="00DC2F80">
      <w:pPr>
        <w:pStyle w:val="BodyText"/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>Highlight hieronder welke van de onderstaande registraties u allemaal beheert:</w:t>
      </w:r>
    </w:p>
    <w:p w:rsidR="001C02AD" w:rsidRDefault="001C02AD">
      <w:pPr>
        <w:pStyle w:val="BodyText"/>
        <w:rPr>
          <w:color w:val="333333"/>
          <w:u w:color="333333"/>
          <w:lang w:val="nl-NL"/>
        </w:rPr>
      </w:pP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 xml:space="preserve">VIM meldingen </w:t>
      </w: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 xml:space="preserve">Klachtenregistratie </w:t>
      </w: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 xml:space="preserve">Complicatieregistratie </w:t>
      </w: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 xml:space="preserve">Calamiteitenregistratie </w:t>
      </w: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>Registraties houdbaarheid van materiaal/medicatie</w:t>
      </w:r>
    </w:p>
    <w:p w:rsidR="001C02AD" w:rsidRDefault="00DC2F80">
      <w:pPr>
        <w:pStyle w:val="BodyText"/>
        <w:numPr>
          <w:ilvl w:val="0"/>
          <w:numId w:val="5"/>
        </w:numPr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>Onderhoudsregistratie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>apparatuur</w:t>
      </w: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BodyText"/>
        <w:spacing w:line="316" w:lineRule="auto"/>
        <w:ind w:left="469" w:right="1684"/>
        <w:rPr>
          <w:color w:val="333333"/>
          <w:u w:color="333333"/>
          <w:lang w:val="nl-NL"/>
        </w:rPr>
      </w:pPr>
    </w:p>
    <w:p w:rsidR="001C02AD" w:rsidRDefault="001C02AD">
      <w:pPr>
        <w:pStyle w:val="Heading2"/>
        <w:tabs>
          <w:tab w:val="left" w:pos="641"/>
        </w:tabs>
        <w:spacing w:before="157"/>
        <w:ind w:left="0" w:firstLine="0"/>
      </w:pPr>
    </w:p>
    <w:p w:rsidR="001C02AD" w:rsidRDefault="00DC2F80">
      <w:pPr>
        <w:pStyle w:val="Heading2"/>
        <w:tabs>
          <w:tab w:val="left" w:pos="641"/>
        </w:tabs>
        <w:spacing w:before="157"/>
        <w:ind w:left="0" w:firstLine="0"/>
      </w:pPr>
      <w:r>
        <w:lastRenderedPageBreak/>
        <w:t xml:space="preserve"> 1.8. </w:t>
      </w:r>
      <w:r>
        <w:rPr>
          <w:color w:val="333333"/>
          <w:u w:color="333333"/>
          <w:lang w:val="nl-NL"/>
        </w:rPr>
        <w:t>Terugblik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>verslagjaar</w:t>
      </w:r>
      <w:r>
        <w:rPr>
          <w:color w:val="333333"/>
          <w:u w:color="333333"/>
        </w:rPr>
        <w:t xml:space="preserve"> 2018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24"/>
          <w:szCs w:val="24"/>
        </w:rPr>
      </w:pPr>
    </w:p>
    <w:p w:rsidR="001C02AD" w:rsidRDefault="00DC2F80">
      <w:pPr>
        <w:pStyle w:val="BodyText"/>
        <w:rPr>
          <w:lang w:val="nl-NL"/>
        </w:rPr>
      </w:pPr>
      <w:r>
        <w:rPr>
          <w:color w:val="333333"/>
          <w:u w:color="333333"/>
          <w:lang w:val="nl-NL"/>
        </w:rPr>
        <w:t>In deze paragraaf geeft u een korte terugblik op het voorgaande kalenderjaar.</w:t>
      </w:r>
    </w:p>
    <w:p w:rsidR="001C02AD" w:rsidRDefault="001C02AD">
      <w:pPr>
        <w:pStyle w:val="Body"/>
        <w:spacing w:before="7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Heading2"/>
        <w:spacing w:before="0" w:line="241" w:lineRule="auto"/>
        <w:ind w:right="1184"/>
        <w:rPr>
          <w:color w:val="333333"/>
          <w:u w:color="333333"/>
        </w:rPr>
      </w:pPr>
      <w:r>
        <w:rPr>
          <w:color w:val="333333"/>
          <w:u w:color="333333"/>
          <w:lang w:val="nl-NL"/>
        </w:rPr>
        <w:t xml:space="preserve">Op welke wijze heeft er bij u kwaliteitsbeoordeling plaatsgevonden?   </w:t>
      </w:r>
    </w:p>
    <w:p w:rsidR="001C02AD" w:rsidRDefault="00DC2F80">
      <w:pPr>
        <w:pStyle w:val="Heading2"/>
        <w:spacing w:before="0" w:line="241" w:lineRule="auto"/>
        <w:ind w:left="119" w:right="1184" w:firstLine="0"/>
        <w:rPr>
          <w:b w:val="0"/>
          <w:bCs w:val="0"/>
        </w:rPr>
      </w:pPr>
      <w:r>
        <w:rPr>
          <w:color w:val="333333"/>
          <w:u w:color="333333"/>
          <w:lang w:val="nl-NL"/>
        </w:rPr>
        <w:t>(bijv. visitatie of audit) en wat was het resultaat hiervan?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66432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line">
                  <wp:posOffset>26670</wp:posOffset>
                </wp:positionV>
                <wp:extent cx="6633845" cy="2181860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3845" cy="218186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7" style="visibility:visible;position:absolute;margin-left:8.8pt;margin-top:2.1pt;width:522.3pt;height:171.8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  <w:lang w:val="nl-NL"/>
        </w:rPr>
      </w:pPr>
    </w:p>
    <w:p w:rsidR="001C02AD" w:rsidRDefault="00DC2F80">
      <w:pPr>
        <w:pStyle w:val="Heading2"/>
        <w:tabs>
          <w:tab w:val="left" w:pos="641"/>
        </w:tabs>
        <w:spacing w:before="157"/>
        <w:ind w:left="0" w:firstLine="0"/>
        <w:rPr>
          <w:b w:val="0"/>
          <w:bCs w:val="0"/>
        </w:rPr>
      </w:pPr>
      <w:r>
        <w:rPr>
          <w:b w:val="0"/>
          <w:bCs w:val="0"/>
        </w:rPr>
        <w:t xml:space="preserve"> </w:t>
      </w:r>
      <w:r>
        <w:t>1.9.</w:t>
      </w:r>
      <w:r>
        <w:rPr>
          <w:b w:val="0"/>
          <w:bCs w:val="0"/>
        </w:rPr>
        <w:t xml:space="preserve"> </w:t>
      </w:r>
      <w:r>
        <w:rPr>
          <w:color w:val="333333"/>
          <w:u w:color="333333"/>
          <w:lang w:val="nl-NL"/>
        </w:rPr>
        <w:t>Klachtenanalyse</w:t>
      </w: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12"/>
          <w:szCs w:val="12"/>
        </w:rPr>
      </w:pPr>
    </w:p>
    <w:p w:rsidR="001C02AD" w:rsidRDefault="00DC2F80">
      <w:pPr>
        <w:pStyle w:val="ListParagraph"/>
        <w:numPr>
          <w:ilvl w:val="0"/>
          <w:numId w:val="7"/>
        </w:numPr>
        <w:spacing w:before="39"/>
        <w:ind w:right="881"/>
        <w:rPr>
          <w:rFonts w:ascii="Verdana" w:eastAsia="Verdana" w:hAnsi="Verdana" w:cs="Verdana"/>
          <w:b/>
          <w:bCs/>
          <w:color w:val="232323"/>
          <w:spacing w:val="18"/>
          <w:sz w:val="24"/>
          <w:szCs w:val="24"/>
          <w:u w:color="232323"/>
          <w:lang w:val="nl-NL"/>
        </w:rPr>
      </w:pP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Hoeveel</w:t>
      </w:r>
      <w:r>
        <w:rPr>
          <w:rFonts w:ascii="Verdana" w:hAnsi="Verdana"/>
          <w:b/>
          <w:bCs/>
          <w:color w:val="232323"/>
          <w:spacing w:val="14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k</w:t>
      </w:r>
      <w:r>
        <w:rPr>
          <w:rFonts w:ascii="Verdana" w:hAnsi="Verdana"/>
          <w:b/>
          <w:bCs/>
          <w:color w:val="232323"/>
          <w:spacing w:val="-30"/>
          <w:sz w:val="24"/>
          <w:szCs w:val="24"/>
          <w:u w:color="232323"/>
          <w:lang w:val="nl-NL"/>
        </w:rPr>
        <w:t>l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achten</w:t>
      </w:r>
      <w:r>
        <w:rPr>
          <w:rFonts w:ascii="Verdana" w:hAnsi="Verdana"/>
          <w:b/>
          <w:bCs/>
          <w:color w:val="232323"/>
          <w:spacing w:val="15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over</w:t>
      </w:r>
      <w:r>
        <w:rPr>
          <w:rFonts w:ascii="Verdana" w:hAnsi="Verdana"/>
          <w:b/>
          <w:bCs/>
          <w:color w:val="232323"/>
          <w:spacing w:val="12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de</w:t>
      </w:r>
      <w:r>
        <w:rPr>
          <w:rFonts w:ascii="Verdana" w:hAnsi="Verdana"/>
          <w:b/>
          <w:bCs/>
          <w:color w:val="232323"/>
          <w:spacing w:val="5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kwa</w:t>
      </w:r>
      <w:r>
        <w:rPr>
          <w:rFonts w:ascii="Verdana" w:hAnsi="Verdana"/>
          <w:b/>
          <w:bCs/>
          <w:color w:val="232323"/>
          <w:spacing w:val="2"/>
          <w:sz w:val="24"/>
          <w:szCs w:val="24"/>
          <w:u w:color="232323"/>
          <w:lang w:val="nl-NL"/>
        </w:rPr>
        <w:t>l</w:t>
      </w:r>
      <w:r>
        <w:rPr>
          <w:rFonts w:ascii="Verdana" w:hAnsi="Verdana"/>
          <w:b/>
          <w:bCs/>
          <w:color w:val="232323"/>
          <w:spacing w:val="-30"/>
          <w:sz w:val="24"/>
          <w:szCs w:val="24"/>
          <w:u w:color="232323"/>
          <w:lang w:val="nl-NL"/>
        </w:rPr>
        <w:t>i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te</w:t>
      </w:r>
      <w:r>
        <w:rPr>
          <w:rFonts w:ascii="Verdana" w:hAnsi="Verdana"/>
          <w:b/>
          <w:bCs/>
          <w:color w:val="232323"/>
          <w:spacing w:val="-2"/>
          <w:sz w:val="24"/>
          <w:szCs w:val="24"/>
          <w:u w:color="232323"/>
          <w:lang w:val="nl-NL"/>
        </w:rPr>
        <w:t>i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t van</w:t>
      </w:r>
      <w:r>
        <w:rPr>
          <w:rFonts w:ascii="Verdana" w:hAnsi="Verdana"/>
          <w:b/>
          <w:bCs/>
          <w:color w:val="232323"/>
          <w:spacing w:val="14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de</w:t>
      </w:r>
      <w:r>
        <w:rPr>
          <w:rFonts w:ascii="Verdana" w:hAnsi="Verdana"/>
          <w:b/>
          <w:bCs/>
          <w:color w:val="232323"/>
          <w:spacing w:val="-10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ver</w:t>
      </w:r>
      <w:r>
        <w:rPr>
          <w:rFonts w:ascii="Verdana" w:hAnsi="Verdana"/>
          <w:b/>
          <w:bCs/>
          <w:color w:val="232323"/>
          <w:spacing w:val="-6"/>
          <w:sz w:val="24"/>
          <w:szCs w:val="24"/>
          <w:u w:color="232323"/>
          <w:lang w:val="nl-NL"/>
        </w:rPr>
        <w:t>l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eende</w:t>
      </w:r>
      <w:r>
        <w:rPr>
          <w:rFonts w:ascii="Verdana" w:hAnsi="Verdana"/>
          <w:b/>
          <w:bCs/>
          <w:color w:val="232323"/>
          <w:spacing w:val="-4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zorg</w:t>
      </w:r>
      <w:r>
        <w:rPr>
          <w:rFonts w:ascii="Verdana" w:hAnsi="Verdana"/>
          <w:b/>
          <w:bCs/>
          <w:color w:val="232323"/>
          <w:spacing w:val="18"/>
          <w:sz w:val="24"/>
          <w:szCs w:val="24"/>
          <w:u w:color="232323"/>
          <w:lang w:val="nl-NL"/>
        </w:rPr>
        <w:t xml:space="preserve">  </w:t>
      </w:r>
    </w:p>
    <w:p w:rsidR="001C02AD" w:rsidRDefault="00DC2F80">
      <w:pPr>
        <w:pStyle w:val="ListParagraph"/>
        <w:spacing w:before="39"/>
        <w:ind w:left="479" w:right="881"/>
        <w:rPr>
          <w:rFonts w:ascii="Verdana" w:eastAsia="Verdana" w:hAnsi="Verdana" w:cs="Verdana"/>
          <w:b/>
          <w:bCs/>
          <w:color w:val="232323"/>
          <w:sz w:val="24"/>
          <w:szCs w:val="24"/>
          <w:u w:color="232323"/>
        </w:rPr>
      </w:pPr>
      <w:r>
        <w:rPr>
          <w:rFonts w:ascii="Verdana" w:eastAsia="Verdana" w:hAnsi="Verdana" w:cs="Verdana"/>
          <w:b/>
          <w:bCs/>
          <w:noProof/>
          <w:color w:val="232323"/>
          <w:sz w:val="24"/>
          <w:szCs w:val="24"/>
          <w:u w:color="232323"/>
        </w:rPr>
        <mc:AlternateContent>
          <mc:Choice Requires="wps">
            <w:drawing>
              <wp:anchor distT="0" distB="0" distL="0" distR="0" simplePos="0" relativeHeight="251667456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line">
                  <wp:posOffset>582930</wp:posOffset>
                </wp:positionV>
                <wp:extent cx="6581141" cy="3649980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141" cy="364998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8" style="visibility:visible;position:absolute;margin-left:8.8pt;margin-top:45.9pt;width:518.2pt;height:287.4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u</w:t>
      </w:r>
      <w:r>
        <w:rPr>
          <w:rFonts w:ascii="Verdana" w:hAnsi="Verdana"/>
          <w:b/>
          <w:bCs/>
          <w:color w:val="232323"/>
          <w:spacing w:val="-5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h</w:t>
      </w:r>
      <w:r>
        <w:rPr>
          <w:rFonts w:ascii="Verdana" w:hAnsi="Verdana"/>
          <w:b/>
          <w:bCs/>
          <w:color w:val="232323"/>
          <w:spacing w:val="-28"/>
          <w:sz w:val="24"/>
          <w:szCs w:val="24"/>
          <w:u w:color="232323"/>
          <w:lang w:val="nl-NL"/>
        </w:rPr>
        <w:t>e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eft ontvangen</w:t>
      </w:r>
      <w:r>
        <w:rPr>
          <w:rFonts w:ascii="Verdana" w:hAnsi="Verdana"/>
          <w:b/>
          <w:bCs/>
          <w:color w:val="232323"/>
          <w:spacing w:val="20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(eventueel</w:t>
      </w:r>
      <w:r>
        <w:rPr>
          <w:rFonts w:ascii="Verdana" w:hAnsi="Verdana"/>
          <w:b/>
          <w:bCs/>
          <w:color w:val="232323"/>
          <w:spacing w:val="-11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onderverde</w:t>
      </w:r>
      <w:r>
        <w:rPr>
          <w:rFonts w:ascii="Verdana" w:hAnsi="Verdana"/>
          <w:b/>
          <w:bCs/>
          <w:color w:val="232323"/>
          <w:spacing w:val="19"/>
          <w:sz w:val="24"/>
          <w:szCs w:val="24"/>
          <w:u w:color="232323"/>
          <w:lang w:val="nl-NL"/>
        </w:rPr>
        <w:t>l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 xml:space="preserve">en </w:t>
      </w:r>
      <w:r>
        <w:rPr>
          <w:rFonts w:ascii="Verdana" w:hAnsi="Verdana"/>
          <w:b/>
          <w:bCs/>
          <w:color w:val="232323"/>
          <w:spacing w:val="-23"/>
          <w:sz w:val="24"/>
          <w:szCs w:val="24"/>
          <w:u w:color="232323"/>
          <w:lang w:val="nl-NL"/>
        </w:rPr>
        <w:t>i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n</w:t>
      </w:r>
      <w:r>
        <w:rPr>
          <w:rFonts w:ascii="Verdana" w:hAnsi="Verdana"/>
          <w:b/>
          <w:bCs/>
          <w:color w:val="232323"/>
          <w:spacing w:val="-15"/>
          <w:sz w:val="24"/>
          <w:szCs w:val="24"/>
          <w:u w:color="232323"/>
          <w:lang w:val="nl-NL"/>
        </w:rPr>
        <w:t xml:space="preserve"> </w:t>
      </w: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subcategorieën).</w:t>
      </w: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DC2F80">
      <w:pPr>
        <w:pStyle w:val="ListParagraph"/>
        <w:numPr>
          <w:ilvl w:val="0"/>
          <w:numId w:val="7"/>
        </w:numPr>
        <w:spacing w:before="39"/>
        <w:ind w:right="881"/>
        <w:rPr>
          <w:rFonts w:ascii="Verdana" w:eastAsia="Verdana" w:hAnsi="Verdana" w:cs="Verdana"/>
          <w:b/>
          <w:bCs/>
          <w:color w:val="232323"/>
          <w:sz w:val="24"/>
          <w:szCs w:val="24"/>
          <w:u w:color="232323"/>
          <w:lang w:val="nl-NL"/>
        </w:rPr>
      </w:pP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lastRenderedPageBreak/>
        <w:t>Wat is uw klachtenprocedure? (inclusief gebruikelijke termijn van afhandeling).</w:t>
      </w:r>
    </w:p>
    <w:p w:rsidR="001C02AD" w:rsidRDefault="00DC2F80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</w:rPr>
      </w:pPr>
      <w:r>
        <w:rPr>
          <w:rFonts w:ascii="Arial" w:eastAsia="Arial" w:hAnsi="Arial" w:cs="Arial"/>
          <w:b/>
          <w:bCs/>
          <w:noProof/>
          <w:sz w:val="25"/>
          <w:szCs w:val="25"/>
          <w:lang w:val="en-US"/>
        </w:rPr>
        <mc:AlternateContent>
          <mc:Choice Requires="wps">
            <w:drawing>
              <wp:anchor distT="0" distB="0" distL="0" distR="0" simplePos="0" relativeHeight="251668480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line">
                  <wp:posOffset>140970</wp:posOffset>
                </wp:positionV>
                <wp:extent cx="6611620" cy="3980180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620" cy="398018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39" style="visibility:visible;position:absolute;margin-left:8.6pt;margin-top:11.1pt;width:520.6pt;height:313.4pt;z-index:25166848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1C02AD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</w:p>
    <w:p w:rsidR="001C02AD" w:rsidRDefault="00DC2F80">
      <w:pPr>
        <w:pStyle w:val="ListParagraph"/>
        <w:numPr>
          <w:ilvl w:val="0"/>
          <w:numId w:val="8"/>
        </w:numPr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 xml:space="preserve">Welke verbetermaatregelen zijn er getroffen n.a.v. klachten? </w:t>
      </w:r>
    </w:p>
    <w:p w:rsidR="001C02AD" w:rsidRDefault="00DC2F80">
      <w:pPr>
        <w:pStyle w:val="Body"/>
        <w:spacing w:before="39"/>
        <w:ind w:right="881"/>
        <w:rPr>
          <w:rFonts w:ascii="Arial" w:eastAsia="Arial" w:hAnsi="Arial" w:cs="Arial"/>
          <w:b/>
          <w:bCs/>
          <w:sz w:val="25"/>
          <w:szCs w:val="25"/>
        </w:rPr>
      </w:pPr>
      <w:r>
        <w:rPr>
          <w:rFonts w:ascii="Arial" w:eastAsia="Arial" w:hAnsi="Arial" w:cs="Arial"/>
          <w:b/>
          <w:bCs/>
          <w:noProof/>
          <w:sz w:val="25"/>
          <w:szCs w:val="25"/>
          <w:lang w:val="en-US"/>
        </w:rPr>
        <mc:AlternateContent>
          <mc:Choice Requires="wps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line">
                  <wp:posOffset>95250</wp:posOffset>
                </wp:positionV>
                <wp:extent cx="6611620" cy="3274060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620" cy="327406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0" style="visibility:visible;position:absolute;margin-left:8.6pt;margin-top:7.5pt;width:520.6pt;height:257.8pt;z-index:25166950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931A3D" w:rsidRDefault="00931A3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DC2F80">
      <w:pPr>
        <w:pStyle w:val="ListParagraph"/>
        <w:numPr>
          <w:ilvl w:val="0"/>
          <w:numId w:val="8"/>
        </w:numPr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lastRenderedPageBreak/>
        <w:t xml:space="preserve">Zijn cliënten betrokken bij het kwaliteitsbeleid. Zo ja, op welke manier? </w:t>
      </w:r>
    </w:p>
    <w:p w:rsidR="001C02AD" w:rsidRDefault="00DC2F80">
      <w:pPr>
        <w:pStyle w:val="ListParagraph"/>
        <w:spacing w:before="39"/>
        <w:ind w:left="479" w:right="881"/>
        <w:rPr>
          <w:rFonts w:ascii="Arial" w:eastAsia="Arial" w:hAnsi="Arial" w:cs="Arial"/>
          <w:b/>
          <w:bCs/>
          <w:sz w:val="25"/>
          <w:szCs w:val="25"/>
        </w:rPr>
      </w:pPr>
      <w:r>
        <w:rPr>
          <w:rFonts w:ascii="Arial" w:eastAsia="Arial" w:hAnsi="Arial" w:cs="Arial"/>
          <w:noProof/>
          <w:sz w:val="25"/>
          <w:szCs w:val="25"/>
        </w:rPr>
        <mc:AlternateContent>
          <mc:Choice Requires="wps"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column">
                  <wp:posOffset>109854</wp:posOffset>
                </wp:positionH>
                <wp:positionV relativeFrom="line">
                  <wp:posOffset>80644</wp:posOffset>
                </wp:positionV>
                <wp:extent cx="6611620" cy="3575685"/>
                <wp:effectExtent l="0" t="0" r="0" b="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620" cy="3575685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1" style="visibility:visible;position:absolute;margin-left:8.6pt;margin-top:6.3pt;width:520.6pt;height:281.5pt;z-index:25167052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jc w:val="right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jc w:val="right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jc w:val="right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jc w:val="right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DC2F80">
      <w:pPr>
        <w:pStyle w:val="ListParagraph"/>
        <w:numPr>
          <w:ilvl w:val="0"/>
          <w:numId w:val="8"/>
        </w:numPr>
        <w:spacing w:before="39"/>
        <w:ind w:right="881"/>
        <w:rPr>
          <w:rFonts w:ascii="Arial" w:eastAsia="Arial" w:hAnsi="Arial" w:cs="Arial"/>
          <w:b/>
          <w:bCs/>
          <w:sz w:val="25"/>
          <w:szCs w:val="25"/>
          <w:lang w:val="nl-NL"/>
        </w:rPr>
      </w:pPr>
      <w:r>
        <w:rPr>
          <w:rFonts w:ascii="Verdana" w:hAnsi="Verdana"/>
          <w:b/>
          <w:bCs/>
          <w:color w:val="232323"/>
          <w:sz w:val="24"/>
          <w:szCs w:val="24"/>
          <w:u w:color="232323"/>
          <w:lang w:val="nl-NL"/>
        </w:rPr>
        <w:t>Noteer de bemerkte trends bij de patiëntenpopulatie/ zorgverlening.</w:t>
      </w:r>
    </w:p>
    <w:p w:rsidR="001C02AD" w:rsidRDefault="00DC2F80">
      <w:pPr>
        <w:pStyle w:val="Body"/>
        <w:tabs>
          <w:tab w:val="left" w:pos="238"/>
        </w:tabs>
        <w:rPr>
          <w:rFonts w:ascii="Arial" w:eastAsia="Arial" w:hAnsi="Arial" w:cs="Arial"/>
          <w:sz w:val="25"/>
          <w:szCs w:val="25"/>
        </w:rPr>
      </w:pPr>
      <w:r>
        <w:rPr>
          <w:rFonts w:ascii="Arial" w:eastAsia="Arial" w:hAnsi="Arial" w:cs="Arial"/>
          <w:noProof/>
          <w:sz w:val="25"/>
          <w:szCs w:val="25"/>
          <w:lang w:val="en-US"/>
        </w:rPr>
        <mc:AlternateContent>
          <mc:Choice Requires="wps">
            <w:drawing>
              <wp:anchor distT="0" distB="0" distL="0" distR="0" simplePos="0" relativeHeight="251671552" behindDoc="0" locked="0" layoutInCell="1" allowOverlap="1">
                <wp:simplePos x="0" y="0"/>
                <wp:positionH relativeFrom="column">
                  <wp:posOffset>109854</wp:posOffset>
                </wp:positionH>
                <wp:positionV relativeFrom="line">
                  <wp:posOffset>81914</wp:posOffset>
                </wp:positionV>
                <wp:extent cx="6611620" cy="4061460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1620" cy="406146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2" style="visibility:visible;position:absolute;margin-left:8.6pt;margin-top:6.4pt;width:520.6pt;height:319.8pt;z-index:25167155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rPr>
          <w:rFonts w:ascii="Arial" w:eastAsia="Arial" w:hAnsi="Arial" w:cs="Arial"/>
          <w:sz w:val="25"/>
          <w:szCs w:val="25"/>
          <w:lang w:val="nl-NL"/>
        </w:rPr>
      </w:pPr>
    </w:p>
    <w:p w:rsidR="001C02AD" w:rsidRDefault="001C02AD">
      <w:pPr>
        <w:pStyle w:val="Body"/>
        <w:sectPr w:rsidR="001C02AD">
          <w:pgSz w:w="12240" w:h="15840"/>
          <w:pgMar w:top="720" w:right="580" w:bottom="280" w:left="580" w:header="720" w:footer="717" w:gutter="0"/>
          <w:cols w:space="720"/>
        </w:sectPr>
      </w:pPr>
    </w:p>
    <w:p w:rsidR="001C02AD" w:rsidRDefault="00DC2F80">
      <w:pPr>
        <w:pStyle w:val="Heading"/>
        <w:numPr>
          <w:ilvl w:val="0"/>
          <w:numId w:val="9"/>
        </w:numPr>
        <w:jc w:val="both"/>
        <w:rPr>
          <w:b w:val="0"/>
          <w:bCs w:val="0"/>
          <w:lang w:val="nl-NL"/>
        </w:rPr>
      </w:pPr>
      <w:r>
        <w:rPr>
          <w:lang w:val="nl-NL"/>
        </w:rPr>
        <w:lastRenderedPageBreak/>
        <w:t>JAARPLAN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36"/>
          <w:szCs w:val="36"/>
          <w:lang w:val="nl-NL"/>
        </w:rPr>
      </w:pPr>
    </w:p>
    <w:p w:rsidR="001C02AD" w:rsidRDefault="00DC2F80">
      <w:pPr>
        <w:pStyle w:val="BodyText"/>
        <w:spacing w:before="83"/>
        <w:jc w:val="both"/>
        <w:rPr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>U omschrijft hier uw plannen voor het nieuwe kalenderjaar welke moeten aansluiten op uw visie en missie. Hier omschrijft</w:t>
      </w:r>
      <w:r>
        <w:rPr>
          <w:color w:val="333333"/>
          <w:u w:color="333333"/>
        </w:rPr>
        <w:t xml:space="preserve"> </w:t>
      </w:r>
      <w:r>
        <w:rPr>
          <w:color w:val="333333"/>
          <w:u w:color="333333"/>
          <w:lang w:val="nl-NL"/>
        </w:rPr>
        <w:t xml:space="preserve">u de aandachtsgebieden van uw organisatie. De grootste risico’s dienen ook te worden geïdentificeerd aangezien ze van invloed kunnen zijn op de kwaliteit van de verleende zorg. Middels een tijdlijn behoort u aan te geven wanneer u bepaalde doelen of veranderingen wilt hebben behaald.  </w:t>
      </w:r>
    </w:p>
    <w:p w:rsidR="001C02AD" w:rsidRDefault="001C02AD">
      <w:pPr>
        <w:pStyle w:val="BodyText"/>
        <w:spacing w:before="83"/>
        <w:jc w:val="both"/>
        <w:rPr>
          <w:color w:val="333333"/>
          <w:u w:color="333333"/>
          <w:lang w:val="nl-NL"/>
        </w:rPr>
      </w:pPr>
    </w:p>
    <w:p w:rsidR="001C02AD" w:rsidRDefault="00DC2F80">
      <w:pPr>
        <w:pStyle w:val="Body"/>
        <w:spacing w:line="30" w:lineRule="atLeast"/>
        <w:ind w:left="101"/>
        <w:rPr>
          <w:rFonts w:ascii="Verdana" w:eastAsia="Verdana" w:hAnsi="Verdana" w:cs="Verdana"/>
          <w:sz w:val="3"/>
          <w:szCs w:val="3"/>
        </w:rPr>
      </w:pPr>
      <w:r>
        <w:rPr>
          <w:rFonts w:ascii="Verdana" w:eastAsia="Verdana" w:hAnsi="Verdana" w:cs="Verdana"/>
          <w:noProof/>
          <w:sz w:val="3"/>
          <w:szCs w:val="3"/>
          <w:lang w:val="en-US"/>
        </w:rPr>
        <mc:AlternateContent>
          <mc:Choice Requires="wps">
            <w:drawing>
              <wp:inline distT="0" distB="0" distL="0" distR="0">
                <wp:extent cx="6884670" cy="0"/>
                <wp:effectExtent l="0" t="0" r="0" b="0"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84670" cy="0"/>
                        </a:xfrm>
                        <a:prstGeom prst="line">
                          <a:avLst/>
                        </a:prstGeom>
                        <a:noFill/>
                        <a:ln w="22200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_x0000_s1043" style="visibility:visible;width:542.1pt;height:0.0pt;">
                <v:fill on="f"/>
                <v:stroke filltype="solid" color="#000000" opacity="100.0%" weight="1.7pt" dashstyle="solid" endcap="flat" joinstyle="round" linestyle="single" startarrow="none" startarrowwidth="medium" startarrowlength="medium" endarrow="none" endarrowwidth="medium" endarrowlength="medium"/>
              </v:line>
            </w:pict>
          </mc:Fallback>
        </mc:AlternateConten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sz w:val="17"/>
          <w:szCs w:val="17"/>
        </w:rPr>
      </w:pPr>
    </w:p>
    <w:p w:rsidR="001C02AD" w:rsidRDefault="00DC2F80">
      <w:pPr>
        <w:pStyle w:val="Body"/>
        <w:numPr>
          <w:ilvl w:val="1"/>
          <w:numId w:val="9"/>
        </w:numPr>
        <w:spacing w:before="37" w:line="241" w:lineRule="auto"/>
        <w:ind w:right="659"/>
        <w:rPr>
          <w:rFonts w:ascii="Verdana" w:eastAsia="Verdana" w:hAnsi="Verdana" w:cs="Verdana"/>
          <w:sz w:val="24"/>
          <w:szCs w:val="24"/>
          <w:lang w:val="en-US"/>
        </w:rPr>
      </w:pPr>
      <w:r>
        <w:rPr>
          <w:rFonts w:ascii="Verdana" w:hAnsi="Verdana"/>
          <w:sz w:val="24"/>
          <w:szCs w:val="24"/>
          <w:lang w:val="en-US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Wat</w:t>
      </w:r>
      <w:r>
        <w:rPr>
          <w:rFonts w:ascii="Verdana" w:hAnsi="Verdana"/>
          <w:b/>
          <w:bCs/>
          <w:color w:val="333333"/>
          <w:spacing w:val="16"/>
          <w:sz w:val="24"/>
          <w:szCs w:val="24"/>
          <w:u w:color="333333"/>
          <w:lang w:val="nl-NL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z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ullen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 xml:space="preserve"> de 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aandachtsgebieden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zijn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 xml:space="preserve"> met 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betrekking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 xml:space="preserve"> tot de  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zorgverlening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en-US"/>
        </w:rPr>
        <w:t>?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2576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line">
                  <wp:posOffset>54610</wp:posOffset>
                </wp:positionV>
                <wp:extent cx="6869431" cy="2668271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9431" cy="2668271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4" style="visibility:visible;position:absolute;margin-left:8.8pt;margin-top:4.3pt;width:540.9pt;height:210.1pt;z-index:25167257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Body"/>
        <w:numPr>
          <w:ilvl w:val="1"/>
          <w:numId w:val="9"/>
        </w:numPr>
        <w:spacing w:before="197" w:line="241" w:lineRule="auto"/>
        <w:ind w:right="1125"/>
        <w:rPr>
          <w:rFonts w:ascii="Verdana" w:eastAsia="Verdana" w:hAnsi="Verdana" w:cs="Verdana"/>
          <w:b/>
          <w:bCs/>
          <w:color w:val="333333"/>
          <w:spacing w:val="11"/>
          <w:sz w:val="24"/>
          <w:szCs w:val="24"/>
          <w:u w:color="333333"/>
          <w:lang w:val="nl-NL"/>
        </w:rPr>
      </w:pP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Omschrijf</w:t>
      </w:r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de</w:t>
      </w:r>
      <w:r>
        <w:rPr>
          <w:rFonts w:ascii="Verdana" w:hAnsi="Verdana"/>
          <w:b/>
          <w:bCs/>
          <w:color w:val="333333"/>
          <w:spacing w:val="12"/>
          <w:sz w:val="24"/>
          <w:szCs w:val="24"/>
          <w:u w:color="333333"/>
          <w:lang w:val="nl-NL"/>
        </w:rPr>
        <w:t xml:space="preserve"> grootste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risico’s</w:t>
      </w:r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 xml:space="preserve"> die </w:t>
      </w:r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nl-NL"/>
        </w:rPr>
        <w:t xml:space="preserve">de zorgverlening mogelijk </w:t>
      </w:r>
      <w:proofErr w:type="spellStart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>negatief</w:t>
      </w:r>
      <w:proofErr w:type="spellEnd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>kunnen</w:t>
      </w:r>
      <w:proofErr w:type="spellEnd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 xml:space="preserve"> </w:t>
      </w:r>
      <w:proofErr w:type="spellStart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>beïnvloeden</w:t>
      </w:r>
      <w:proofErr w:type="spellEnd"/>
      <w:r>
        <w:rPr>
          <w:rFonts w:ascii="Verdana" w:hAnsi="Verdana"/>
          <w:b/>
          <w:bCs/>
          <w:color w:val="333333"/>
          <w:spacing w:val="11"/>
          <w:sz w:val="24"/>
          <w:szCs w:val="24"/>
          <w:u w:color="333333"/>
          <w:lang w:val="en-US"/>
        </w:rPr>
        <w:t>.</w:t>
      </w:r>
    </w:p>
    <w:p w:rsidR="001C02AD" w:rsidRDefault="00DC2F80">
      <w:pPr>
        <w:pStyle w:val="Body"/>
        <w:tabs>
          <w:tab w:val="left" w:pos="640"/>
        </w:tabs>
        <w:spacing w:before="197" w:line="241" w:lineRule="auto"/>
        <w:ind w:right="1125"/>
        <w:rPr>
          <w:rFonts w:ascii="Verdana" w:eastAsia="Verdana" w:hAnsi="Verdana" w:cs="Verdana"/>
          <w:b/>
          <w:bCs/>
          <w:sz w:val="12"/>
          <w:szCs w:val="12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3600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line">
                  <wp:posOffset>34289</wp:posOffset>
                </wp:positionV>
                <wp:extent cx="6858635" cy="2680336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635" cy="2680336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5" style="visibility:visible;position:absolute;margin-left:6.7pt;margin-top:2.7pt;width:540.0pt;height:211.1pt;z-index:25167360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sectPr w:rsidR="001C02AD">
          <w:pgSz w:w="12240" w:h="15840"/>
          <w:pgMar w:top="720" w:right="580" w:bottom="280" w:left="580" w:header="720" w:footer="717" w:gutter="0"/>
          <w:cols w:space="720"/>
        </w:sectPr>
      </w:pPr>
    </w:p>
    <w:p w:rsidR="001C02AD" w:rsidRDefault="00DC2F80">
      <w:pPr>
        <w:pStyle w:val="Heading2"/>
        <w:numPr>
          <w:ilvl w:val="1"/>
          <w:numId w:val="10"/>
        </w:numPr>
        <w:spacing w:before="61" w:line="241" w:lineRule="auto"/>
        <w:ind w:right="881"/>
        <w:rPr>
          <w:b w:val="0"/>
          <w:bCs w:val="0"/>
        </w:rPr>
      </w:pPr>
      <w:r>
        <w:rPr>
          <w:color w:val="333333"/>
          <w:u w:color="333333"/>
          <w:lang w:val="nl-NL"/>
        </w:rPr>
        <w:lastRenderedPageBreak/>
        <w:t xml:space="preserve">Omschrijf de verwachte veranderingen </w:t>
      </w:r>
      <w:r>
        <w:rPr>
          <w:b w:val="0"/>
          <w:bCs w:val="0"/>
          <w:color w:val="333333"/>
          <w:u w:color="333333"/>
          <w:lang w:val="nl-NL"/>
        </w:rPr>
        <w:t>(bijv. in de systemen en beleid die te maken hebben met het borgen van kwaliteit en veiligheid)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i/>
          <w:i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4624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line">
                  <wp:posOffset>20320</wp:posOffset>
                </wp:positionV>
                <wp:extent cx="6878320" cy="3575050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8320" cy="35750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_x0000_s1046" type="#_x0000_t202" style="visibility:visible;position:absolute;margin-left:8.8pt;margin-top:1.6pt;width:541.6pt;height:281.5pt;z-index:25167462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shape>
            </w:pict>
          </mc:Fallback>
        </mc:AlternateContent>
      </w:r>
    </w:p>
    <w:p w:rsidR="001C02AD" w:rsidRDefault="001C02AD">
      <w:pPr>
        <w:pStyle w:val="Body"/>
        <w:spacing w:line="200" w:lineRule="atLeas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Heading2"/>
        <w:numPr>
          <w:ilvl w:val="1"/>
          <w:numId w:val="9"/>
        </w:numPr>
        <w:spacing w:before="61" w:line="241" w:lineRule="auto"/>
        <w:ind w:right="881"/>
        <w:rPr>
          <w:b w:val="0"/>
          <w:bCs w:val="0"/>
          <w:color w:val="333333"/>
          <w:u w:color="333333"/>
          <w:lang w:val="nl-NL"/>
        </w:rPr>
      </w:pPr>
      <w:r>
        <w:rPr>
          <w:color w:val="333333"/>
          <w:u w:color="333333"/>
          <w:lang w:val="nl-NL"/>
        </w:rPr>
        <w:t xml:space="preserve">Wat zullen de aandachtspunten zijn? </w:t>
      </w:r>
      <w:r>
        <w:rPr>
          <w:b w:val="0"/>
          <w:bCs w:val="0"/>
          <w:color w:val="333333"/>
          <w:u w:color="333333"/>
        </w:rPr>
        <w:t>(</w:t>
      </w:r>
      <w:proofErr w:type="spellStart"/>
      <w:r>
        <w:rPr>
          <w:b w:val="0"/>
          <w:bCs w:val="0"/>
          <w:color w:val="333333"/>
          <w:u w:color="333333"/>
        </w:rPr>
        <w:t>bijv</w:t>
      </w:r>
      <w:proofErr w:type="spellEnd"/>
      <w:r>
        <w:rPr>
          <w:b w:val="0"/>
          <w:bCs w:val="0"/>
          <w:color w:val="333333"/>
          <w:u w:color="333333"/>
        </w:rPr>
        <w:t xml:space="preserve">. </w:t>
      </w:r>
      <w:proofErr w:type="spellStart"/>
      <w:r>
        <w:rPr>
          <w:b w:val="0"/>
          <w:bCs w:val="0"/>
          <w:color w:val="333333"/>
          <w:u w:color="333333"/>
        </w:rPr>
        <w:t>borging</w:t>
      </w:r>
      <w:proofErr w:type="spellEnd"/>
      <w:r>
        <w:rPr>
          <w:b w:val="0"/>
          <w:bCs w:val="0"/>
          <w:color w:val="333333"/>
          <w:u w:color="333333"/>
        </w:rPr>
        <w:t xml:space="preserve"> </w:t>
      </w:r>
      <w:proofErr w:type="spellStart"/>
      <w:r>
        <w:rPr>
          <w:b w:val="0"/>
          <w:bCs w:val="0"/>
          <w:color w:val="333333"/>
          <w:u w:color="333333"/>
        </w:rPr>
        <w:t>kwaliteit</w:t>
      </w:r>
      <w:proofErr w:type="spellEnd"/>
      <w:r>
        <w:rPr>
          <w:b w:val="0"/>
          <w:bCs w:val="0"/>
          <w:color w:val="333333"/>
          <w:u w:color="333333"/>
        </w:rPr>
        <w:t xml:space="preserve"> van X, </w:t>
      </w:r>
      <w:proofErr w:type="spellStart"/>
      <w:r>
        <w:rPr>
          <w:b w:val="0"/>
          <w:bCs w:val="0"/>
          <w:color w:val="333333"/>
          <w:u w:color="333333"/>
        </w:rPr>
        <w:t>toenemende</w:t>
      </w:r>
      <w:proofErr w:type="spellEnd"/>
      <w:r>
        <w:rPr>
          <w:b w:val="0"/>
          <w:bCs w:val="0"/>
          <w:color w:val="333333"/>
          <w:u w:color="333333"/>
        </w:rPr>
        <w:t xml:space="preserve"> </w:t>
      </w:r>
      <w:proofErr w:type="spellStart"/>
      <w:r>
        <w:rPr>
          <w:b w:val="0"/>
          <w:bCs w:val="0"/>
          <w:color w:val="333333"/>
          <w:u w:color="333333"/>
        </w:rPr>
        <w:t>zorgvraag</w:t>
      </w:r>
      <w:proofErr w:type="spellEnd"/>
      <w:r>
        <w:rPr>
          <w:b w:val="0"/>
          <w:bCs w:val="0"/>
          <w:color w:val="333333"/>
          <w:u w:color="333333"/>
        </w:rPr>
        <w:t xml:space="preserve"> </w:t>
      </w:r>
      <w:proofErr w:type="spellStart"/>
      <w:r>
        <w:rPr>
          <w:b w:val="0"/>
          <w:bCs w:val="0"/>
          <w:color w:val="333333"/>
          <w:u w:color="333333"/>
        </w:rPr>
        <w:t>vanuit</w:t>
      </w:r>
      <w:proofErr w:type="spellEnd"/>
      <w:r>
        <w:rPr>
          <w:b w:val="0"/>
          <w:bCs w:val="0"/>
          <w:color w:val="333333"/>
          <w:u w:color="333333"/>
        </w:rPr>
        <w:t xml:space="preserve"> X)</w:t>
      </w:r>
    </w:p>
    <w:p w:rsidR="001C02AD" w:rsidRDefault="00DC2F80">
      <w:pPr>
        <w:pStyle w:val="Heading2"/>
        <w:tabs>
          <w:tab w:val="left" w:pos="640"/>
        </w:tabs>
        <w:spacing w:before="61" w:line="241" w:lineRule="auto"/>
        <w:ind w:left="621" w:right="881" w:firstLine="0"/>
        <w:jc w:val="right"/>
        <w:rPr>
          <w:b w:val="0"/>
          <w:bCs w:val="0"/>
        </w:rPr>
      </w:pPr>
      <w:r>
        <w:rPr>
          <w:rFonts w:ascii="Calibri" w:eastAsia="Calibri" w:hAnsi="Calibri" w:cs="Calibri"/>
          <w:b w:val="0"/>
          <w:bCs w:val="0"/>
          <w:noProof/>
        </w:rPr>
        <mc:AlternateContent>
          <mc:Choice Requires="wps">
            <w:drawing>
              <wp:anchor distT="0" distB="0" distL="0" distR="0" simplePos="0" relativeHeight="251675648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line">
                  <wp:posOffset>178435</wp:posOffset>
                </wp:positionV>
                <wp:extent cx="6878320" cy="3670300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8320" cy="36703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7" style="visibility:visible;position:absolute;margin-left:8.8pt;margin-top:14.1pt;width:541.6pt;height:289.0pt;z-index:25167564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Heading2"/>
        <w:tabs>
          <w:tab w:val="left" w:pos="640"/>
        </w:tabs>
        <w:spacing w:before="61" w:line="241" w:lineRule="auto"/>
        <w:ind w:left="621" w:right="881" w:firstLine="0"/>
        <w:jc w:val="right"/>
        <w:rPr>
          <w:b w:val="0"/>
          <w:bCs w:val="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jc w:val="right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Heading"/>
        <w:numPr>
          <w:ilvl w:val="0"/>
          <w:numId w:val="11"/>
        </w:numPr>
        <w:rPr>
          <w:b w:val="0"/>
          <w:bCs w:val="0"/>
          <w:lang w:val="nl-NL"/>
        </w:rPr>
      </w:pPr>
      <w:r>
        <w:rPr>
          <w:lang w:val="nl-NL"/>
        </w:rPr>
        <w:lastRenderedPageBreak/>
        <w:t>VERSLAG OP BASIS VAN DATA</w:t>
      </w:r>
    </w:p>
    <w:p w:rsidR="001C02AD" w:rsidRDefault="001C02AD">
      <w:pPr>
        <w:pStyle w:val="Body"/>
        <w:spacing w:before="4"/>
        <w:rPr>
          <w:rFonts w:ascii="Verdana" w:eastAsia="Verdana" w:hAnsi="Verdana" w:cs="Verdana"/>
          <w:b/>
          <w:bCs/>
          <w:sz w:val="36"/>
          <w:szCs w:val="36"/>
          <w:lang w:val="nl-NL"/>
        </w:rPr>
      </w:pPr>
    </w:p>
    <w:p w:rsidR="001C02AD" w:rsidRDefault="00DC2F80">
      <w:pPr>
        <w:pStyle w:val="BodyText"/>
        <w:spacing w:line="241" w:lineRule="auto"/>
        <w:ind w:left="118" w:right="127"/>
        <w:jc w:val="both"/>
        <w:rPr>
          <w:lang w:val="nl-NL"/>
        </w:rPr>
      </w:pPr>
      <w:r>
        <w:rPr>
          <w:color w:val="333333"/>
          <w:u w:color="333333"/>
          <w:lang w:val="nl-NL"/>
        </w:rPr>
        <w:t>In dit  gedeelte dient  u dieper  in te  gaan op  de werkwijze  (bijv. het  gebruik van richtlijnen etc.) en resultaten van het afgelopen jaar. Middels de verzamelde data en op “</w:t>
      </w:r>
      <w:proofErr w:type="spellStart"/>
      <w:r>
        <w:rPr>
          <w:color w:val="333333"/>
          <w:u w:color="333333"/>
          <w:lang w:val="nl-NL"/>
        </w:rPr>
        <w:t>evidence-based</w:t>
      </w:r>
      <w:proofErr w:type="spellEnd"/>
      <w:r>
        <w:rPr>
          <w:color w:val="333333"/>
          <w:u w:color="333333"/>
          <w:lang w:val="nl-NL"/>
        </w:rPr>
        <w:t>” wijze zult u vervolgens te werk gaan om de kwaliteit van de geleverde zorg te verbeteren.</w:t>
      </w:r>
    </w:p>
    <w:p w:rsidR="001C02AD" w:rsidRDefault="001C02AD">
      <w:pPr>
        <w:pStyle w:val="Body"/>
        <w:spacing w:before="5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Heading2"/>
        <w:numPr>
          <w:ilvl w:val="1"/>
          <w:numId w:val="12"/>
        </w:numPr>
        <w:spacing w:before="0" w:line="241" w:lineRule="auto"/>
        <w:ind w:right="922"/>
        <w:rPr>
          <w:b w:val="0"/>
          <w:bCs w:val="0"/>
          <w:lang w:val="nl-NL"/>
        </w:rPr>
      </w:pPr>
      <w:r>
        <w:rPr>
          <w:color w:val="333333"/>
          <w:u w:color="333333"/>
          <w:lang w:val="nl-NL"/>
        </w:rPr>
        <w:t>Welke (</w:t>
      </w:r>
      <w:proofErr w:type="spellStart"/>
      <w:r>
        <w:rPr>
          <w:color w:val="333333"/>
          <w:u w:color="333333"/>
          <w:lang w:val="nl-NL"/>
        </w:rPr>
        <w:t>kwaliteits</w:t>
      </w:r>
      <w:proofErr w:type="spellEnd"/>
      <w:r>
        <w:rPr>
          <w:color w:val="333333"/>
          <w:u w:color="333333"/>
          <w:lang w:val="nl-NL"/>
        </w:rPr>
        <w:t>)data/kwaliteitsindicatoren houdt u gestructureerd bij voor uw eigen interesse/evaluatie/verbetering?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6672" behindDoc="0" locked="0" layoutInCell="1" allowOverlap="1">
                <wp:simplePos x="0" y="0"/>
                <wp:positionH relativeFrom="column">
                  <wp:posOffset>88264</wp:posOffset>
                </wp:positionH>
                <wp:positionV relativeFrom="line">
                  <wp:posOffset>26034</wp:posOffset>
                </wp:positionV>
                <wp:extent cx="6871970" cy="2023111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71970" cy="2023111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8" style="visibility:visible;position:absolute;margin-left:6.9pt;margin-top:2.0pt;width:541.1pt;height:159.3pt;z-index:25167667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Body"/>
        <w:numPr>
          <w:ilvl w:val="1"/>
          <w:numId w:val="13"/>
        </w:numPr>
        <w:spacing w:before="197" w:line="241" w:lineRule="auto"/>
        <w:ind w:right="881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Welke</w:t>
      </w:r>
      <w:r>
        <w:rPr>
          <w:rFonts w:ascii="Verdana" w:hAnsi="Verdana"/>
          <w:b/>
          <w:bCs/>
          <w:color w:val="333333"/>
          <w:spacing w:val="23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(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kwaliteits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)data/kwaliteitsindicatoren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houdt</w:t>
      </w:r>
      <w:r>
        <w:rPr>
          <w:rFonts w:ascii="Verdana" w:hAnsi="Verdana"/>
          <w:b/>
          <w:bCs/>
          <w:color w:val="333333"/>
          <w:spacing w:val="23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u</w:t>
      </w:r>
      <w:r>
        <w:rPr>
          <w:rFonts w:ascii="Verdana" w:hAnsi="Verdana"/>
          <w:b/>
          <w:bCs/>
          <w:color w:val="333333"/>
          <w:spacing w:val="2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gestructureerd bij</w:t>
      </w:r>
      <w:r>
        <w:rPr>
          <w:rFonts w:ascii="Verdana" w:hAnsi="Verdana"/>
          <w:b/>
          <w:bCs/>
          <w:color w:val="333333"/>
          <w:spacing w:val="26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voor</w:t>
      </w:r>
      <w:r>
        <w:rPr>
          <w:rFonts w:ascii="Verdana" w:hAnsi="Verdana"/>
          <w:b/>
          <w:bCs/>
          <w:color w:val="333333"/>
          <w:spacing w:val="28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uw</w:t>
      </w:r>
      <w:r>
        <w:rPr>
          <w:rFonts w:ascii="Verdana" w:hAnsi="Verdana"/>
          <w:b/>
          <w:bCs/>
          <w:color w:val="333333"/>
          <w:spacing w:val="28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beroepsvereniging?</w:t>
      </w:r>
    </w:p>
    <w:p w:rsidR="001C02AD" w:rsidRDefault="00DC2F80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</w:rPr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column">
                  <wp:posOffset>88264</wp:posOffset>
                </wp:positionH>
                <wp:positionV relativeFrom="line">
                  <wp:posOffset>88264</wp:posOffset>
                </wp:positionV>
                <wp:extent cx="6840220" cy="1470661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1470661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49" style="visibility:visible;position:absolute;margin-left:6.9pt;margin-top:6.9pt;width:538.6pt;height:115.8pt;z-index:25167769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1C02AD">
      <w:pPr>
        <w:pStyle w:val="Body"/>
        <w:spacing w:line="200" w:lineRule="atLeast"/>
        <w:ind w:left="119"/>
        <w:rPr>
          <w:rFonts w:ascii="Verdana" w:eastAsia="Verdana" w:hAnsi="Verdana" w:cs="Verdana"/>
          <w:sz w:val="20"/>
          <w:szCs w:val="20"/>
          <w:lang w:val="nl-NL"/>
        </w:rPr>
      </w:pPr>
    </w:p>
    <w:p w:rsidR="001C02AD" w:rsidRDefault="00DC2F80">
      <w:pPr>
        <w:pStyle w:val="Body"/>
        <w:numPr>
          <w:ilvl w:val="1"/>
          <w:numId w:val="12"/>
        </w:numPr>
        <w:spacing w:before="197" w:line="241" w:lineRule="auto"/>
        <w:ind w:right="922"/>
        <w:rPr>
          <w:rFonts w:ascii="Verdana" w:eastAsia="Verdana" w:hAnsi="Verdana" w:cs="Verdana"/>
          <w:sz w:val="24"/>
          <w:szCs w:val="24"/>
          <w:lang w:val="nl-NL"/>
        </w:rPr>
      </w:pP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Welke</w:t>
      </w:r>
      <w:r>
        <w:rPr>
          <w:rFonts w:ascii="Verdana" w:hAnsi="Verdana"/>
          <w:b/>
          <w:bCs/>
          <w:color w:val="333333"/>
          <w:spacing w:val="46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(</w:t>
      </w:r>
      <w:proofErr w:type="spellStart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kwaliteits</w:t>
      </w:r>
      <w:proofErr w:type="spellEnd"/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)data/kwaliteitsindicatoren</w:t>
      </w:r>
      <w:r>
        <w:rPr>
          <w:rFonts w:ascii="Verdana" w:hAnsi="Verdana"/>
          <w:b/>
          <w:bCs/>
          <w:color w:val="333333"/>
          <w:spacing w:val="46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houdt</w:t>
      </w:r>
      <w:r>
        <w:rPr>
          <w:rFonts w:ascii="Verdana" w:hAnsi="Verdana"/>
          <w:b/>
          <w:bCs/>
          <w:color w:val="333333"/>
          <w:spacing w:val="46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u</w:t>
      </w:r>
      <w:r>
        <w:rPr>
          <w:rFonts w:ascii="Verdana" w:hAnsi="Verdana"/>
          <w:b/>
          <w:bCs/>
          <w:color w:val="333333"/>
          <w:spacing w:val="46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gestructureerd bij</w:t>
      </w:r>
      <w:r>
        <w:rPr>
          <w:rFonts w:ascii="Verdana" w:hAnsi="Verdana"/>
          <w:b/>
          <w:bCs/>
          <w:color w:val="333333"/>
          <w:spacing w:val="1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voor</w:t>
      </w:r>
      <w:r>
        <w:rPr>
          <w:rFonts w:ascii="Verdana" w:hAnsi="Verdana"/>
          <w:b/>
          <w:bCs/>
          <w:color w:val="333333"/>
          <w:spacing w:val="15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de</w:t>
      </w:r>
      <w:r>
        <w:rPr>
          <w:rFonts w:ascii="Verdana" w:hAnsi="Verdana"/>
          <w:b/>
          <w:bCs/>
          <w:color w:val="333333"/>
          <w:spacing w:val="1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Algemene</w:t>
      </w:r>
      <w:r>
        <w:rPr>
          <w:rFonts w:ascii="Verdana" w:hAnsi="Verdana"/>
          <w:b/>
          <w:bCs/>
          <w:color w:val="333333"/>
          <w:spacing w:val="15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Ziektekostenverzekering</w:t>
      </w:r>
      <w:r>
        <w:rPr>
          <w:rFonts w:ascii="Verdana" w:hAnsi="Verdana"/>
          <w:b/>
          <w:bCs/>
          <w:color w:val="333333"/>
          <w:spacing w:val="14"/>
          <w:sz w:val="24"/>
          <w:szCs w:val="24"/>
          <w:u w:color="333333"/>
          <w:lang w:val="nl-NL"/>
        </w:rPr>
        <w:t xml:space="preserve"> </w:t>
      </w:r>
      <w:r>
        <w:rPr>
          <w:rFonts w:ascii="Verdana" w:hAnsi="Verdana"/>
          <w:b/>
          <w:bCs/>
          <w:color w:val="333333"/>
          <w:sz w:val="24"/>
          <w:szCs w:val="24"/>
          <w:u w:color="333333"/>
          <w:lang w:val="nl-NL"/>
        </w:rPr>
        <w:t>(AZV)</w:t>
      </w:r>
    </w:p>
    <w:p w:rsidR="001C02AD" w:rsidRDefault="001C02AD">
      <w:pPr>
        <w:pStyle w:val="Body"/>
        <w:spacing w:before="10"/>
        <w:rPr>
          <w:rFonts w:ascii="Verdana" w:eastAsia="Verdana" w:hAnsi="Verdana" w:cs="Verdana"/>
          <w:b/>
          <w:bCs/>
          <w:sz w:val="12"/>
          <w:szCs w:val="12"/>
          <w:lang w:val="nl-NL"/>
        </w:rPr>
      </w:pPr>
    </w:p>
    <w:p w:rsidR="001C02AD" w:rsidRDefault="00DC2F80">
      <w:pPr>
        <w:pStyle w:val="Body"/>
        <w:spacing w:line="200" w:lineRule="atLeast"/>
        <w:ind w:left="119"/>
      </w:pPr>
      <w:r>
        <w:rPr>
          <w:rFonts w:ascii="Verdana" w:eastAsia="Verdana" w:hAnsi="Verdana" w:cs="Verdana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0" distR="0" simplePos="0" relativeHeight="251678720" behindDoc="0" locked="0" layoutInCell="1" allowOverlap="1">
                <wp:simplePos x="0" y="0"/>
                <wp:positionH relativeFrom="column">
                  <wp:posOffset>120014</wp:posOffset>
                </wp:positionH>
                <wp:positionV relativeFrom="line">
                  <wp:posOffset>-2540</wp:posOffset>
                </wp:positionV>
                <wp:extent cx="6840220" cy="1765300"/>
                <wp:effectExtent l="0" t="0" r="0" b="0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0220" cy="176530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_x0000_s1050" style="visibility:visible;position:absolute;margin-left:9.4pt;margin-top:-0.2pt;width:538.6pt;height:139.0pt;z-index:25167872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</w:p>
    <w:sectPr w:rsidR="001C02AD">
      <w:pgSz w:w="12240" w:h="15840"/>
      <w:pgMar w:top="720" w:right="580" w:bottom="280" w:left="580" w:header="720" w:footer="7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F80" w:rsidRDefault="00DC2F80">
      <w:r>
        <w:separator/>
      </w:r>
    </w:p>
  </w:endnote>
  <w:endnote w:type="continuationSeparator" w:id="0">
    <w:p w:rsidR="00DC2F80" w:rsidRDefault="00DC2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AD" w:rsidRDefault="001C02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F80" w:rsidRDefault="00DC2F80">
      <w:r>
        <w:separator/>
      </w:r>
    </w:p>
  </w:footnote>
  <w:footnote w:type="continuationSeparator" w:id="0">
    <w:p w:rsidR="00DC2F80" w:rsidRDefault="00DC2F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2AD" w:rsidRDefault="00DC2F80">
    <w:pPr>
      <w:pStyle w:val="HeaderFooter"/>
    </w:pPr>
    <w:r>
      <w:rPr>
        <w:noProof/>
        <w:lang w:val="en-US"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244474</wp:posOffset>
              </wp:positionH>
              <wp:positionV relativeFrom="page">
                <wp:posOffset>9418248</wp:posOffset>
              </wp:positionV>
              <wp:extent cx="7296786" cy="348616"/>
              <wp:effectExtent l="0" t="0" r="0" b="0"/>
              <wp:wrapNone/>
              <wp:docPr id="1073741831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96786" cy="348616"/>
                        <a:chOff x="0" y="0"/>
                        <a:chExt cx="7296785" cy="348615"/>
                      </a:xfrm>
                    </wpg:grpSpPr>
                    <wpg:grpSp>
                      <wpg:cNvPr id="1073741827" name="Group 1073741827"/>
                      <wpg:cNvGrpSpPr/>
                      <wpg:grpSpPr>
                        <a:xfrm>
                          <a:off x="0" y="-1"/>
                          <a:ext cx="5934711" cy="348617"/>
                          <a:chOff x="0" y="0"/>
                          <a:chExt cx="5934710" cy="348615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5934711" cy="341020"/>
                          </a:xfrm>
                          <a:prstGeom prst="rect">
                            <a:avLst/>
                          </a:prstGeom>
                          <a:solidFill>
                            <a:srgbClr val="00B5A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Shape 1073741826"/>
                        <wps:cNvSpPr txBox="1"/>
                        <wps:spPr>
                          <a:xfrm>
                            <a:off x="0" y="0"/>
                            <a:ext cx="5934711" cy="348615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1C02AD" w:rsidRDefault="00DC2F80">
                              <w:pPr>
                                <w:pStyle w:val="Footer"/>
                                <w:rPr>
                                  <w:rFonts w:ascii="Cambria" w:eastAsia="Cambria" w:hAnsi="Cambria" w:cs="Cambria"/>
                                  <w:color w:val="FFFFFF"/>
                                  <w:spacing w:val="60"/>
                                  <w:sz w:val="16"/>
                                  <w:szCs w:val="16"/>
                                  <w:u w:color="FFFFFF"/>
                                  <w:lang w:val="nl-NL"/>
                                </w:rPr>
                              </w:pPr>
                              <w:r>
                                <w:rPr>
                                  <w:rFonts w:ascii="Cambria" w:hAnsi="Cambria"/>
                                  <w:color w:val="FFFFFF"/>
                                  <w:spacing w:val="60"/>
                                  <w:sz w:val="16"/>
                                  <w:szCs w:val="16"/>
                                  <w:u w:color="FFFFFF"/>
                                  <w:lang w:val="nl-NL"/>
                                </w:rPr>
                                <w:t>Schotlandstraat 45 | T: +297 5262160 | F:+297 5882412 |</w:t>
                              </w:r>
                              <w:proofErr w:type="spellStart"/>
                              <w:r>
                                <w:rPr>
                                  <w:rFonts w:ascii="Cambria" w:hAnsi="Cambria"/>
                                  <w:color w:val="FFFFFF"/>
                                  <w:spacing w:val="60"/>
                                  <w:sz w:val="16"/>
                                  <w:szCs w:val="16"/>
                                  <w:u w:color="FFFFFF"/>
                                  <w:lang w:val="nl-NL"/>
                                </w:rPr>
                                <w:t>E:info@iva.aw</w:t>
                              </w:r>
                              <w:proofErr w:type="spellEnd"/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grpSp>
                    <wpg:grpSp>
                      <wpg:cNvPr id="1073741830" name="Group 1073741830"/>
                      <wpg:cNvGrpSpPr/>
                      <wpg:grpSpPr>
                        <a:xfrm>
                          <a:off x="5962015" y="0"/>
                          <a:ext cx="1334771" cy="341020"/>
                          <a:chOff x="0" y="0"/>
                          <a:chExt cx="1334770" cy="341019"/>
                        </a:xfrm>
                      </wpg:grpSpPr>
                      <wps:wsp>
                        <wps:cNvPr id="1073741828" name="Shape 1073741828"/>
                        <wps:cNvSpPr/>
                        <wps:spPr>
                          <a:xfrm>
                            <a:off x="-1" y="0"/>
                            <a:ext cx="1334772" cy="341020"/>
                          </a:xfrm>
                          <a:prstGeom prst="rect">
                            <a:avLst/>
                          </a:prstGeom>
                          <a:solidFill>
                            <a:srgbClr val="646567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9" name="Shape 1073741829"/>
                        <wps:cNvSpPr txBox="1"/>
                        <wps:spPr>
                          <a:xfrm>
                            <a:off x="-1" y="0"/>
                            <a:ext cx="1334772" cy="341020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 w:rsidR="001C02AD" w:rsidRDefault="00DC2F80">
                              <w:pPr>
                                <w:pStyle w:val="Footer"/>
                              </w:pPr>
                              <w:proofErr w:type="spellStart"/>
                              <w:r>
                                <w:rPr>
                                  <w:rFonts w:ascii="Cambria" w:hAnsi="Cambria"/>
                                  <w:color w:val="FFFFFF"/>
                                  <w:sz w:val="16"/>
                                  <w:szCs w:val="16"/>
                                  <w:u w:color="FFFFFF"/>
                                </w:rPr>
                                <w:t>Pagina</w:t>
                              </w:r>
                              <w:proofErr w:type="spellEnd"/>
                              <w:r>
                                <w:rPr>
                                  <w:rFonts w:ascii="Cambria" w:hAnsi="Cambria"/>
                                  <w:color w:val="FFFFFF"/>
                                  <w:sz w:val="16"/>
                                  <w:szCs w:val="16"/>
                                  <w:u w:color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16"/>
                                  <w:szCs w:val="16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="00297EAD">
                                <w:rPr>
                                  <w:rFonts w:ascii="Cambria" w:eastAsia="Cambria" w:hAnsi="Cambria" w:cs="Cambria"/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Cambria" w:eastAsia="Cambria" w:hAnsi="Cambria" w:cs="Cambria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31" style="position:absolute;margin-left:19.25pt;margin-top:741.6pt;width:574.55pt;height:27.45pt;z-index:-251658240;mso-wrap-distance-left:12pt;mso-wrap-distance-top:12pt;mso-wrap-distance-right:12pt;mso-wrap-distance-bottom:12pt;mso-position-horizontal-relative:page;mso-position-vertical-relative:page" coordsize="72967,3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">
              <v:group id="Group 1073741827" o:spid="_x0000_s1032" style="position:absolute;width:59347;height:3486" coordsize="59347,34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Nhya0fIAAAA&#10;4wAAAA8AAAAAAAAAAAAAAAAAqgIAAGRycy9kb3ducmV2LnhtbFBLBQYAAAAABAAEAPoAAACfAwAA&#10;AAA=&#10;">
                <v:rect id="Shape 1073741825" o:spid="_x0000_s1033" style="position:absolute;width:59347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IcFsgA&#10;AADjAAAADwAAAGRycy9kb3ducmV2LnhtbERPS2vCQBC+C/0PyxS86caojaSuIuLr0oK2h/Y2ZKdJ&#10;2uxsyK4x/ntXEHqc7z3zZWcq0VLjSssKRsMIBHFmdcm5gs+P7WAGwnlkjZVlUnAlB8vFU2+OqbYX&#10;PlJ78rkIIexSVFB4X6dSuqwgg25oa+LA/djGoA9nk0vd4CWEm0rGUfQiDZYcGgqsaV1Q9nc6GwXJ&#10;pvLt19Wsf9vjW7aLv9np971S/edu9QrCU+f/xQ/3QYf5UTJOJqNZPIX7TwEAub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ohwWyAAAAOMAAAAPAAAAAAAAAAAAAAAAAJgCAABk&#10;cnMvZG93bnJldi54bWxQSwUGAAAAAAQABAD1AAAAjQMAAAAA&#10;" fillcolor="#00b5af" stroked="f" strokeweight="1pt">
                  <v:stroke miterlimit="4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1073741826" o:spid="_x0000_s1034" type="#_x0000_t202" style="position:absolute;width:59347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3ruccA&#10;AADjAAAADwAAAGRycy9kb3ducmV2LnhtbERPT2vCMBS/C/sO4Q28adpOVDqjjA3BwzxMN/T4aN6S&#10;sualNJmt334RBh7f7/9bbQbXiAt1ofasIJ9mIIgrr2s2Cj6P28kSRIjIGhvPpOBKATbrh9EKS+17&#10;/qDLIRqRQjiUqMDG2JZShsqSwzD1LXHivn3nMKazM1J32Kdw18giy+bSYc2pwWJLr5aqn8OvU/Bm&#10;cndmnPX9TtqTKb6ie9/ulRo/Di/PICIN8S7+d+90mp8tnhazfFnM4fZTAkC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967nHAAAA4wAAAA8AAAAAAAAAAAAAAAAAmAIAAGRy&#10;cy9kb3ducmV2LnhtbFBLBQYAAAAABAAEAPUAAACMAwAAAAA=&#10;" filled="f" stroked="f" strokeweight="1pt">
                  <v:stroke miterlimit="4"/>
                  <v:textbox inset="1.27mm,1.27mm,1.27mm,1.27mm">
                    <w:txbxContent>
                      <w:p w:rsidR="001C02AD" w:rsidRDefault="00DC2F80">
                        <w:pPr>
                          <w:pStyle w:val="Footer"/>
                          <w:rPr>
                            <w:rFonts w:ascii="Cambria" w:eastAsia="Cambria" w:hAnsi="Cambria" w:cs="Cambria"/>
                            <w:color w:val="FFFFFF"/>
                            <w:spacing w:val="60"/>
                            <w:sz w:val="16"/>
                            <w:szCs w:val="16"/>
                            <w:u w:color="FFFFFF"/>
                            <w:lang w:val="nl-NL"/>
                          </w:rPr>
                        </w:pPr>
                        <w:r>
                          <w:rPr>
                            <w:rFonts w:ascii="Cambria" w:hAnsi="Cambria"/>
                            <w:color w:val="FFFFFF"/>
                            <w:spacing w:val="60"/>
                            <w:sz w:val="16"/>
                            <w:szCs w:val="16"/>
                            <w:u w:color="FFFFFF"/>
                            <w:lang w:val="nl-NL"/>
                          </w:rPr>
                          <w:t>Schotlandstraat 45 | T: +297 5262160 | F:+297 5882412 |</w:t>
                        </w:r>
                        <w:proofErr w:type="spellStart"/>
                        <w:r>
                          <w:rPr>
                            <w:rFonts w:ascii="Cambria" w:hAnsi="Cambria"/>
                            <w:color w:val="FFFFFF"/>
                            <w:spacing w:val="60"/>
                            <w:sz w:val="16"/>
                            <w:szCs w:val="16"/>
                            <w:u w:color="FFFFFF"/>
                            <w:lang w:val="nl-NL"/>
                          </w:rPr>
                          <w:t>E:info@iva.aw</w:t>
                        </w:r>
                        <w:proofErr w:type="spellEnd"/>
                      </w:p>
                    </w:txbxContent>
                  </v:textbox>
                </v:shape>
              </v:group>
              <v:group id="Group 1073741830" o:spid="_x0000_s1035" style="position:absolute;left:59620;width:13347;height:3410" coordsize="13347,3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">
                <v:rect id="Shape 1073741828" o:spid="_x0000_s1036" style="position:absolute;width:13347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WCOcoA&#10;AADjAAAADwAAAGRycy9kb3ducmV2LnhtbESPT0/DMAzF70h8h8hI3FjSAftTlk1oGojLDhTQrl5j&#10;2orGqZKwlW+PD0gc7ff83s+rzeh7daKYusAWiokBRVwH13Fj4f3t6WYBKmVkh31gsvBDCTbry4sV&#10;li6c+ZVOVW6UhHAq0UKb81BqneqWPKZJGIhF+wzRY5YxNtpFPEu47/XUmJn22LE0tDjQtqX6q/r2&#10;FpbFrvnYHbYzw8/3WAUd9/XhaO311fj4ACrTmP/Nf9cvTvDN/HZ+VyymAi0/yQL0+hc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EA1gjnKAAAA4wAAAA8AAAAAAAAAAAAAAAAAmAIA&#10;AGRycy9kb3ducmV2LnhtbFBLBQYAAAAABAAEAPUAAACPAwAAAAA=&#10;" fillcolor="#646567" stroked="f" strokeweight="1pt">
                  <v:stroke miterlimit="4"/>
                </v:rect>
                <v:shape id="Shape 1073741829" o:spid="_x0000_s1037" type="#_x0000_t202" style="position:absolute;width:13347;height:34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J/y8gA&#10;AADjAAAADwAAAGRycy9kb3ducmV2LnhtbERPS2sCMRC+F/ofwhR6q9ndio/VKKVF8NAetBU9Dpsx&#10;WbqZLJvU3f77piB4nO89y/XgGnGhLtSeFeSjDARx5XXNRsHX5+ZpBiJEZI2NZ1LwSwHWq/u7JZba&#10;97yjyz4akUI4lKjAxtiWUobKksMw8i1x4s6+cxjT2RmpO+xTuGtkkWUT6bDm1GCxpVdL1ff+xyl4&#10;M7k7MY77fivt0RSH6N43H0o9PgwvCxCRhngTX91bneZn0+fpOJ8Vc/j/KQE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4n/LyAAAAOMAAAAPAAAAAAAAAAAAAAAAAJgCAABk&#10;cnMvZG93bnJldi54bWxQSwUGAAAAAAQABAD1AAAAjQMAAAAA&#10;" filled="f" stroked="f" strokeweight="1pt">
                  <v:stroke miterlimit="4"/>
                  <v:textbox inset="1.27mm,1.27mm,1.27mm,1.27mm">
                    <w:txbxContent>
                      <w:p w:rsidR="001C02AD" w:rsidRDefault="00DC2F80">
                        <w:pPr>
                          <w:pStyle w:val="Footer"/>
                        </w:pPr>
                        <w:proofErr w:type="spellStart"/>
                        <w:r>
                          <w:rPr>
                            <w:rFonts w:ascii="Cambria" w:hAnsi="Cambria"/>
                            <w:color w:val="FFFFFF"/>
                            <w:sz w:val="16"/>
                            <w:szCs w:val="16"/>
                            <w:u w:color="FFFFFF"/>
                          </w:rPr>
                          <w:t>Pagina</w:t>
                        </w:r>
                        <w:proofErr w:type="spellEnd"/>
                        <w:r>
                          <w:rPr>
                            <w:rFonts w:ascii="Cambria" w:hAnsi="Cambria"/>
                            <w:color w:val="FFFFFF"/>
                            <w:sz w:val="16"/>
                            <w:szCs w:val="16"/>
                            <w:u w:color="FFFFFF"/>
                          </w:rPr>
                          <w:t xml:space="preserve"> </w:t>
                        </w:r>
                        <w:r>
                          <w:rPr>
                            <w:rFonts w:ascii="Cambria" w:eastAsia="Cambria" w:hAnsi="Cambria" w:cs="Cambria"/>
                            <w:sz w:val="16"/>
                            <w:szCs w:val="16"/>
                          </w:rPr>
                          <w:fldChar w:fldCharType="begin"/>
                        </w:r>
                        <w:r>
                          <w:rPr>
                            <w:rFonts w:ascii="Cambria" w:eastAsia="Cambria" w:hAnsi="Cambria" w:cs="Cambria"/>
                            <w:sz w:val="16"/>
                            <w:szCs w:val="16"/>
                          </w:rPr>
                          <w:instrText xml:space="preserve"> PAGE </w:instrText>
                        </w:r>
                        <w:r>
                          <w:rPr>
                            <w:rFonts w:ascii="Cambria" w:eastAsia="Cambria" w:hAnsi="Cambria" w:cs="Cambria"/>
                            <w:sz w:val="16"/>
                            <w:szCs w:val="16"/>
                          </w:rPr>
                          <w:fldChar w:fldCharType="separate"/>
                        </w:r>
                        <w:r w:rsidR="00297EAD">
                          <w:rPr>
                            <w:rFonts w:ascii="Cambria" w:eastAsia="Cambria" w:hAnsi="Cambria" w:cs="Cambria"/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Cambria" w:eastAsia="Cambria" w:hAnsi="Cambria" w:cs="Cambria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C2F85"/>
    <w:multiLevelType w:val="hybridMultilevel"/>
    <w:tmpl w:val="46FA5896"/>
    <w:numStyleLink w:val="ImportedStyle3"/>
  </w:abstractNum>
  <w:abstractNum w:abstractNumId="1">
    <w:nsid w:val="4E2367F8"/>
    <w:multiLevelType w:val="multilevel"/>
    <w:tmpl w:val="1AF47480"/>
    <w:numStyleLink w:val="ImportedStyle1"/>
  </w:abstractNum>
  <w:abstractNum w:abstractNumId="2">
    <w:nsid w:val="518F1C41"/>
    <w:multiLevelType w:val="hybridMultilevel"/>
    <w:tmpl w:val="46FA5896"/>
    <w:styleLink w:val="ImportedStyle3"/>
    <w:lvl w:ilvl="0" w:tplc="0A26946E">
      <w:start w:val="1"/>
      <w:numFmt w:val="lowerLetter"/>
      <w:lvlText w:val="%1."/>
      <w:lvlJc w:val="left"/>
      <w:pPr>
        <w:ind w:left="47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F00434">
      <w:start w:val="1"/>
      <w:numFmt w:val="lowerLetter"/>
      <w:lvlText w:val="%2."/>
      <w:lvlJc w:val="left"/>
      <w:pPr>
        <w:ind w:left="119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D96E63C">
      <w:start w:val="1"/>
      <w:numFmt w:val="lowerRoman"/>
      <w:lvlText w:val="%3."/>
      <w:lvlJc w:val="left"/>
      <w:pPr>
        <w:ind w:left="1919" w:hanging="351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EBC672C">
      <w:start w:val="1"/>
      <w:numFmt w:val="decimal"/>
      <w:lvlText w:val="%4."/>
      <w:lvlJc w:val="left"/>
      <w:pPr>
        <w:ind w:left="263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9019BC">
      <w:start w:val="1"/>
      <w:numFmt w:val="lowerLetter"/>
      <w:lvlText w:val="%5."/>
      <w:lvlJc w:val="left"/>
      <w:pPr>
        <w:ind w:left="335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D6C034">
      <w:start w:val="1"/>
      <w:numFmt w:val="lowerRoman"/>
      <w:lvlText w:val="%6."/>
      <w:lvlJc w:val="left"/>
      <w:pPr>
        <w:ind w:left="4079" w:hanging="351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CD4FB84">
      <w:start w:val="1"/>
      <w:numFmt w:val="decimal"/>
      <w:lvlText w:val="%7."/>
      <w:lvlJc w:val="left"/>
      <w:pPr>
        <w:ind w:left="479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BE0318">
      <w:start w:val="1"/>
      <w:numFmt w:val="lowerLetter"/>
      <w:lvlText w:val="%8."/>
      <w:lvlJc w:val="left"/>
      <w:pPr>
        <w:ind w:left="5519" w:hanging="36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18547A">
      <w:start w:val="1"/>
      <w:numFmt w:val="lowerRoman"/>
      <w:lvlText w:val="%9."/>
      <w:lvlJc w:val="left"/>
      <w:pPr>
        <w:ind w:left="6239" w:hanging="351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7D66A97"/>
    <w:multiLevelType w:val="hybridMultilevel"/>
    <w:tmpl w:val="D46492CA"/>
    <w:lvl w:ilvl="0" w:tplc="B19C4F72">
      <w:start w:val="1"/>
      <w:numFmt w:val="bullet"/>
      <w:lvlText w:val="•"/>
      <w:lvlJc w:val="left"/>
      <w:pPr>
        <w:ind w:left="47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31CF150">
      <w:start w:val="1"/>
      <w:numFmt w:val="bullet"/>
      <w:lvlText w:val="•"/>
      <w:lvlJc w:val="left"/>
      <w:pPr>
        <w:ind w:left="11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6564B14">
      <w:start w:val="1"/>
      <w:numFmt w:val="bullet"/>
      <w:lvlText w:val="•"/>
      <w:lvlJc w:val="left"/>
      <w:pPr>
        <w:ind w:left="191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EEEC14C">
      <w:start w:val="1"/>
      <w:numFmt w:val="bullet"/>
      <w:lvlText w:val="•"/>
      <w:lvlJc w:val="left"/>
      <w:pPr>
        <w:ind w:left="263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7041F5A">
      <w:start w:val="1"/>
      <w:numFmt w:val="bullet"/>
      <w:lvlText w:val="•"/>
      <w:lvlJc w:val="left"/>
      <w:pPr>
        <w:ind w:left="335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0B2B80C">
      <w:start w:val="1"/>
      <w:numFmt w:val="bullet"/>
      <w:lvlText w:val="•"/>
      <w:lvlJc w:val="left"/>
      <w:pPr>
        <w:ind w:left="407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51EFAEA">
      <w:start w:val="1"/>
      <w:numFmt w:val="bullet"/>
      <w:lvlText w:val="•"/>
      <w:lvlJc w:val="left"/>
      <w:pPr>
        <w:ind w:left="479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32EB662">
      <w:start w:val="1"/>
      <w:numFmt w:val="bullet"/>
      <w:lvlText w:val="•"/>
      <w:lvlJc w:val="left"/>
      <w:pPr>
        <w:ind w:left="551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225C76">
      <w:start w:val="1"/>
      <w:numFmt w:val="bullet"/>
      <w:lvlText w:val="•"/>
      <w:lvlJc w:val="left"/>
      <w:pPr>
        <w:ind w:left="623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A3E16E1"/>
    <w:multiLevelType w:val="multilevel"/>
    <w:tmpl w:val="1AF47480"/>
    <w:styleLink w:val="ImportedStyle1"/>
    <w:lvl w:ilvl="0">
      <w:start w:val="1"/>
      <w:numFmt w:val="decimal"/>
      <w:lvlText w:val="%1."/>
      <w:lvlJc w:val="left"/>
      <w:pPr>
        <w:tabs>
          <w:tab w:val="left" w:pos="1194"/>
        </w:tabs>
        <w:ind w:left="1193" w:hanging="494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1220"/>
        </w:tabs>
        <w:ind w:left="1219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220"/>
        </w:tabs>
        <w:ind w:left="1918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220"/>
        </w:tabs>
        <w:ind w:left="2617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220"/>
        </w:tabs>
        <w:ind w:left="3316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220"/>
        </w:tabs>
        <w:ind w:left="4015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220"/>
        </w:tabs>
        <w:ind w:left="4714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220"/>
        </w:tabs>
        <w:ind w:left="5413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220"/>
        </w:tabs>
        <w:ind w:left="6112" w:hanging="520"/>
      </w:pPr>
      <w:rPr>
        <w:rFonts w:ascii="Verdana" w:eastAsia="Verdana" w:hAnsi="Verdana" w:cs="Verdana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333333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119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suff w:val="nothing"/>
        <w:lvlText w:val="%1.%2."/>
        <w:lvlJc w:val="left"/>
        <w:pPr>
          <w:tabs>
            <w:tab w:val="left" w:pos="640"/>
          </w:tabs>
          <w:ind w:left="639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tabs>
            <w:tab w:val="left" w:pos="640"/>
          </w:tabs>
          <w:ind w:left="758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tabs>
            <w:tab w:val="left" w:pos="640"/>
          </w:tabs>
          <w:ind w:left="877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tabs>
            <w:tab w:val="left" w:pos="640"/>
          </w:tabs>
          <w:ind w:left="996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640"/>
          </w:tabs>
          <w:ind w:left="1115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640"/>
          </w:tabs>
          <w:ind w:left="1234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640"/>
          </w:tabs>
          <w:ind w:left="1353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640"/>
          </w:tabs>
          <w:ind w:left="1472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119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639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758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877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996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115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34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353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472" w:hanging="52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3"/>
  </w:num>
  <w:num w:numId="6">
    <w:abstractNumId w:val="2"/>
  </w:num>
  <w:num w:numId="7">
    <w:abstractNumId w:val="0"/>
  </w:num>
  <w:num w:numId="8">
    <w:abstractNumId w:val="0"/>
    <w:lvlOverride w:ilvl="0">
      <w:lvl w:ilvl="0" w:tplc="66E84036">
        <w:start w:val="1"/>
        <w:numFmt w:val="lowerLetter"/>
        <w:lvlText w:val="%1."/>
        <w:lvlJc w:val="left"/>
        <w:pPr>
          <w:ind w:left="49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1">
      <w:lvl w:ilvl="1" w:tplc="BD6C60F8">
        <w:start w:val="1"/>
        <w:numFmt w:val="lowerLetter"/>
        <w:lvlText w:val="%2."/>
        <w:lvlJc w:val="left"/>
        <w:pPr>
          <w:ind w:left="121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2">
      <w:lvl w:ilvl="2" w:tplc="89309582">
        <w:start w:val="1"/>
        <w:numFmt w:val="lowerRoman"/>
        <w:lvlText w:val="%3."/>
        <w:lvlJc w:val="left"/>
        <w:pPr>
          <w:ind w:left="1932" w:hanging="327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3">
      <w:lvl w:ilvl="3" w:tplc="2AB86344">
        <w:start w:val="1"/>
        <w:numFmt w:val="decimal"/>
        <w:lvlText w:val="%4."/>
        <w:lvlJc w:val="left"/>
        <w:pPr>
          <w:ind w:left="265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4">
      <w:lvl w:ilvl="4" w:tplc="C498B1B2">
        <w:start w:val="1"/>
        <w:numFmt w:val="lowerLetter"/>
        <w:lvlText w:val="%5."/>
        <w:lvlJc w:val="left"/>
        <w:pPr>
          <w:ind w:left="337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5">
      <w:lvl w:ilvl="5" w:tplc="8A406422">
        <w:start w:val="1"/>
        <w:numFmt w:val="lowerRoman"/>
        <w:lvlText w:val="%6."/>
        <w:lvlJc w:val="left"/>
        <w:pPr>
          <w:ind w:left="4092" w:hanging="327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6">
      <w:lvl w:ilvl="6" w:tplc="D302A400">
        <w:start w:val="1"/>
        <w:numFmt w:val="decimal"/>
        <w:lvlText w:val="%7."/>
        <w:lvlJc w:val="left"/>
        <w:pPr>
          <w:ind w:left="481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7">
      <w:lvl w:ilvl="7" w:tplc="FE28E06E">
        <w:start w:val="1"/>
        <w:numFmt w:val="lowerLetter"/>
        <w:lvlText w:val="%8."/>
        <w:lvlJc w:val="left"/>
        <w:pPr>
          <w:ind w:left="5534" w:hanging="375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  <w:lvlOverride w:ilvl="8">
      <w:lvl w:ilvl="8" w:tplc="8FF4F80A">
        <w:start w:val="1"/>
        <w:numFmt w:val="lowerRoman"/>
        <w:lvlText w:val="%9."/>
        <w:lvlJc w:val="left"/>
        <w:pPr>
          <w:ind w:left="6252" w:hanging="327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5"/>
          <w:szCs w:val="25"/>
          <w:highlight w:val="none"/>
          <w:vertAlign w:val="baseline"/>
        </w:rPr>
      </w:lvl>
    </w:lvlOverride>
  </w:num>
  <w:num w:numId="9">
    <w:abstractNumId w:val="1"/>
    <w:lvlOverride w:ilvl="0">
      <w:startOverride w:val="2"/>
      <w:lvl w:ilvl="0">
        <w:start w:val="2"/>
        <w:numFmt w:val="decimal"/>
        <w:lvlText w:val="%1."/>
        <w:lvlJc w:val="left"/>
        <w:pPr>
          <w:tabs>
            <w:tab w:val="left" w:pos="614"/>
          </w:tabs>
          <w:ind w:left="61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tabs>
            <w:tab w:val="left" w:pos="640"/>
          </w:tabs>
          <w:ind w:left="621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tabs>
            <w:tab w:val="left" w:pos="640"/>
          </w:tabs>
          <w:ind w:left="740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tabs>
            <w:tab w:val="left" w:pos="640"/>
          </w:tabs>
          <w:ind w:left="859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tabs>
            <w:tab w:val="left" w:pos="640"/>
          </w:tabs>
          <w:ind w:left="978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640"/>
          </w:tabs>
          <w:ind w:left="1097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640"/>
          </w:tabs>
          <w:ind w:left="1216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640"/>
          </w:tabs>
          <w:ind w:left="1335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640"/>
          </w:tabs>
          <w:ind w:left="1454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1"/>
    <w:lvlOverride w:ilvl="0">
      <w:startOverride w:val="1"/>
      <w:lvl w:ilvl="0">
        <w:start w:val="1"/>
        <w:numFmt w:val="decimal"/>
        <w:lvlText w:val="%1."/>
        <w:lvlJc w:val="left"/>
        <w:pPr>
          <w:ind w:left="61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suff w:val="nothing"/>
        <w:lvlText w:val="%1.%2."/>
        <w:lvlJc w:val="left"/>
        <w:pPr>
          <w:ind w:left="621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740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859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978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097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16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335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454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1"/>
    <w:lvlOverride w:ilvl="0">
      <w:startOverride w:val="3"/>
      <w:lvl w:ilvl="0">
        <w:start w:val="3"/>
        <w:numFmt w:val="decimal"/>
        <w:lvlText w:val="%1."/>
        <w:lvlJc w:val="left"/>
        <w:pPr>
          <w:ind w:left="61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suff w:val="nothing"/>
        <w:lvlText w:val="%1.%2."/>
        <w:lvlJc w:val="left"/>
        <w:pPr>
          <w:ind w:left="621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740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859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978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1097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1216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1335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1454" w:hanging="502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1"/>
    <w:lvlOverride w:ilvl="0">
      <w:lvl w:ilvl="0">
        <w:start w:val="1"/>
        <w:numFmt w:val="decimal"/>
        <w:lvlText w:val="%1."/>
        <w:lvlJc w:val="left"/>
        <w:pPr>
          <w:ind w:left="61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tabs>
            <w:tab w:val="left" w:pos="640"/>
          </w:tabs>
          <w:ind w:left="705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640"/>
          </w:tabs>
          <w:ind w:left="824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640"/>
          </w:tabs>
          <w:ind w:left="943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640"/>
          </w:tabs>
          <w:ind w:left="1062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640"/>
          </w:tabs>
          <w:ind w:left="1181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640"/>
          </w:tabs>
          <w:ind w:left="1300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640"/>
          </w:tabs>
          <w:ind w:left="1419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640"/>
          </w:tabs>
          <w:ind w:left="1538" w:hanging="586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1"/>
    <w:lvlOverride w:ilvl="0">
      <w:lvl w:ilvl="0">
        <w:start w:val="1"/>
        <w:numFmt w:val="decimal"/>
        <w:lvlText w:val="%1."/>
        <w:lvlJc w:val="left"/>
        <w:pPr>
          <w:ind w:left="613" w:hanging="494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24"/>
          </w:tabs>
          <w:ind w:left="789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724"/>
          </w:tabs>
          <w:ind w:left="908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724"/>
          </w:tabs>
          <w:ind w:left="1027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24"/>
          </w:tabs>
          <w:ind w:left="1146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24"/>
          </w:tabs>
          <w:ind w:left="1265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24"/>
          </w:tabs>
          <w:ind w:left="1384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24"/>
          </w:tabs>
          <w:ind w:left="1503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24"/>
          </w:tabs>
          <w:ind w:left="1622" w:hanging="670"/>
        </w:pPr>
        <w:rPr>
          <w:rFonts w:ascii="Verdana" w:eastAsia="Verdana" w:hAnsi="Verdana" w:cs="Verdana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333333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2AD"/>
    <w:rsid w:val="001C02AD"/>
    <w:rsid w:val="00297EAD"/>
    <w:rsid w:val="00931A3D"/>
    <w:rsid w:val="00DC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2">
    <w:name w:val="heading 2"/>
    <w:uiPriority w:val="9"/>
    <w:unhideWhenUsed/>
    <w:qFormat/>
    <w:pPr>
      <w:widowControl w:val="0"/>
      <w:spacing w:before="197"/>
      <w:ind w:left="639" w:hanging="520"/>
      <w:outlineLvl w:val="1"/>
    </w:pPr>
    <w:rPr>
      <w:rFonts w:ascii="Verdana" w:hAnsi="Verdana" w:cs="Arial Unicode MS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ing">
    <w:name w:val="Heading"/>
    <w:pPr>
      <w:widowControl w:val="0"/>
      <w:spacing w:before="10"/>
      <w:ind w:left="613" w:hanging="494"/>
      <w:outlineLvl w:val="0"/>
    </w:pPr>
    <w:rPr>
      <w:rFonts w:ascii="Verdana" w:hAnsi="Verdana" w:cs="Arial Unicode MS"/>
      <w:b/>
      <w:bCs/>
      <w:color w:val="000000"/>
      <w:sz w:val="35"/>
      <w:szCs w:val="35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odyText">
    <w:name w:val="Body Text"/>
    <w:pPr>
      <w:widowControl w:val="0"/>
      <w:ind w:left="119"/>
    </w:pPr>
    <w:rPr>
      <w:rFonts w:ascii="Verdana" w:hAnsi="Verdana" w:cs="Arial Unicode MS"/>
      <w:color w:val="000000"/>
      <w:sz w:val="24"/>
      <w:szCs w:val="24"/>
      <w:u w:color="000000"/>
      <w:lang w:val="en-US"/>
    </w:rPr>
  </w:style>
  <w:style w:type="paragraph" w:styleId="ListParagraph">
    <w:name w:val="List Paragraph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3">
    <w:name w:val="Imported Style 3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paragraph" w:styleId="Heading2">
    <w:name w:val="heading 2"/>
    <w:uiPriority w:val="9"/>
    <w:unhideWhenUsed/>
    <w:qFormat/>
    <w:pPr>
      <w:widowControl w:val="0"/>
      <w:spacing w:before="197"/>
      <w:ind w:left="639" w:hanging="520"/>
      <w:outlineLvl w:val="1"/>
    </w:pPr>
    <w:rPr>
      <w:rFonts w:ascii="Verdana" w:hAnsi="Verdana" w:cs="Arial Unicode MS"/>
      <w:b/>
      <w:bCs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Footer">
    <w:name w:val="footer"/>
    <w:pPr>
      <w:widowControl w:val="0"/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Body">
    <w:name w:val="Body"/>
    <w:pPr>
      <w:widowControl w:val="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Heading">
    <w:name w:val="Heading"/>
    <w:pPr>
      <w:widowControl w:val="0"/>
      <w:spacing w:before="10"/>
      <w:ind w:left="613" w:hanging="494"/>
      <w:outlineLvl w:val="0"/>
    </w:pPr>
    <w:rPr>
      <w:rFonts w:ascii="Verdana" w:hAnsi="Verdana" w:cs="Arial Unicode MS"/>
      <w:b/>
      <w:bCs/>
      <w:color w:val="000000"/>
      <w:sz w:val="35"/>
      <w:szCs w:val="35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BodyText">
    <w:name w:val="Body Text"/>
    <w:pPr>
      <w:widowControl w:val="0"/>
      <w:ind w:left="119"/>
    </w:pPr>
    <w:rPr>
      <w:rFonts w:ascii="Verdana" w:hAnsi="Verdana" w:cs="Arial Unicode MS"/>
      <w:color w:val="000000"/>
      <w:sz w:val="24"/>
      <w:szCs w:val="24"/>
      <w:u w:color="000000"/>
      <w:lang w:val="en-US"/>
    </w:rPr>
  </w:style>
  <w:style w:type="paragraph" w:styleId="ListParagraph">
    <w:name w:val="List Paragraph"/>
    <w:pPr>
      <w:widowControl w:val="0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numbering" w:customStyle="1" w:styleId="ImportedStyle3">
    <w:name w:val="Imported Style 3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F856824</Template>
  <TotalTime>0</TotalTime>
  <Pages>10</Pages>
  <Words>521</Words>
  <Characters>2972</Characters>
  <Application>Microsoft Office Word</Application>
  <DocSecurity>4</DocSecurity>
  <Lines>24</Lines>
  <Paragraphs>6</Paragraphs>
  <ScaleCrop>false</ScaleCrop>
  <Company>Windows User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 Rugebregt</dc:creator>
  <cp:lastModifiedBy>Frances Rugebregt</cp:lastModifiedBy>
  <cp:revision>2</cp:revision>
  <dcterms:created xsi:type="dcterms:W3CDTF">2019-06-20T20:46:00Z</dcterms:created>
  <dcterms:modified xsi:type="dcterms:W3CDTF">2019-06-20T20:46:00Z</dcterms:modified>
</cp:coreProperties>
</file>